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7"/>
        <w:gridCol w:w="6997"/>
      </w:tblGrid>
      <w:tr w:rsidR="00CF5BB4" w:rsidRPr="00CF5BB4" w14:paraId="1B126F78" w14:textId="77777777" w:rsidTr="00830358">
        <w:tc>
          <w:tcPr>
            <w:tcW w:w="6997" w:type="dxa"/>
          </w:tcPr>
          <w:p w14:paraId="33901861" w14:textId="77777777" w:rsidR="00CF5BB4" w:rsidRPr="00CF5BB4" w:rsidRDefault="00CF5BB4" w:rsidP="00CF5BB4">
            <w:pPr>
              <w:rPr>
                <w:b/>
                <w:bCs/>
                <w:sz w:val="20"/>
              </w:rPr>
            </w:pPr>
            <w:r w:rsidRPr="00CF5BB4">
              <w:rPr>
                <w:b/>
                <w:bCs/>
                <w:sz w:val="20"/>
              </w:rPr>
              <w:t>Web linky - Územnoplánovacia dokumentácia a územnoplánovacie podklady</w:t>
            </w:r>
          </w:p>
          <w:p w14:paraId="4531B06D" w14:textId="020276B1" w:rsidR="00CF5BB4" w:rsidRPr="00CF5BB4" w:rsidRDefault="00CF5BB4" w:rsidP="00CF5BB4">
            <w:pPr>
              <w:rPr>
                <w:b/>
                <w:bCs/>
                <w:sz w:val="20"/>
              </w:rPr>
            </w:pPr>
          </w:p>
        </w:tc>
        <w:tc>
          <w:tcPr>
            <w:tcW w:w="6997" w:type="dxa"/>
          </w:tcPr>
          <w:p w14:paraId="53C64B28" w14:textId="756B2467" w:rsidR="00CF5BB4" w:rsidRPr="00830358" w:rsidRDefault="00CF5BB4" w:rsidP="00CF5BB4">
            <w:pPr>
              <w:rPr>
                <w:b/>
                <w:bCs/>
                <w:color w:val="7030A0"/>
                <w:sz w:val="20"/>
                <w:lang w:val="en-GB"/>
              </w:rPr>
            </w:pPr>
            <w:r w:rsidRPr="00830358">
              <w:rPr>
                <w:b/>
                <w:bCs/>
                <w:color w:val="7030A0"/>
                <w:sz w:val="20"/>
                <w:lang w:val="en-GB"/>
              </w:rPr>
              <w:t>/ Web links – Masterplans and Urban studies</w:t>
            </w:r>
          </w:p>
          <w:p w14:paraId="1E4A14F3" w14:textId="77777777" w:rsidR="00CF5BB4" w:rsidRPr="00830358" w:rsidRDefault="00CF5BB4" w:rsidP="00CF5BB4">
            <w:pPr>
              <w:rPr>
                <w:b/>
                <w:bCs/>
                <w:sz w:val="20"/>
                <w:lang w:val="en-GB"/>
              </w:rPr>
            </w:pPr>
          </w:p>
        </w:tc>
      </w:tr>
      <w:tr w:rsidR="00CF5BB4" w:rsidRPr="00CF5BB4" w14:paraId="3358E1C1" w14:textId="77777777" w:rsidTr="00830358">
        <w:tc>
          <w:tcPr>
            <w:tcW w:w="6997" w:type="dxa"/>
          </w:tcPr>
          <w:p w14:paraId="2B2C69EB" w14:textId="77777777" w:rsidR="00CF5BB4" w:rsidRPr="00CF5BB4" w:rsidRDefault="00CF5BB4" w:rsidP="00CF5BB4">
            <w:pPr>
              <w:rPr>
                <w:b/>
                <w:bCs/>
                <w:sz w:val="20"/>
                <w:u w:val="single"/>
              </w:rPr>
            </w:pPr>
            <w:r w:rsidRPr="00CF5BB4">
              <w:rPr>
                <w:b/>
                <w:bCs/>
                <w:sz w:val="20"/>
                <w:u w:val="single"/>
              </w:rPr>
              <w:t>Územný plán mesta Banská Bystrica v znení Zmien a doplnkov 1 až 7</w:t>
            </w:r>
          </w:p>
          <w:p w14:paraId="5645012C" w14:textId="77777777" w:rsidR="00CF5BB4" w:rsidRPr="00CF5BB4" w:rsidRDefault="00B05549" w:rsidP="00CF5BB4">
            <w:pPr>
              <w:rPr>
                <w:rStyle w:val="Hypertextovprepojenie"/>
                <w:i/>
                <w:iCs/>
                <w:color w:val="A5A5A5" w:themeColor="accent3"/>
                <w:sz w:val="20"/>
                <w:u w:val="none"/>
              </w:rPr>
            </w:pPr>
            <w:hyperlink r:id="rId7" w:history="1">
              <w:r w:rsidR="00CF5BB4" w:rsidRPr="00CF5BB4">
                <w:rPr>
                  <w:rStyle w:val="Hypertextovprepojenie"/>
                  <w:i/>
                  <w:iCs/>
                  <w:color w:val="A5A5A5" w:themeColor="accent3"/>
                  <w:sz w:val="20"/>
                  <w:u w:val="none"/>
                </w:rPr>
                <w:t>https://www.banskabystrica.sk/uzemne-planovanie/kategorie-uzemnych-planov/uzemny-plan-mesta-banska-bystrica/</w:t>
              </w:r>
            </w:hyperlink>
          </w:p>
          <w:p w14:paraId="0C17A69F" w14:textId="022811F1" w:rsidR="00CF5BB4" w:rsidRPr="00CF5BB4" w:rsidRDefault="00CF5BB4" w:rsidP="00CF5BB4">
            <w:pPr>
              <w:rPr>
                <w:i/>
                <w:iCs/>
                <w:color w:val="A5A5A5" w:themeColor="accent3"/>
                <w:sz w:val="20"/>
              </w:rPr>
            </w:pPr>
          </w:p>
        </w:tc>
        <w:tc>
          <w:tcPr>
            <w:tcW w:w="6997" w:type="dxa"/>
          </w:tcPr>
          <w:p w14:paraId="025FE174" w14:textId="533061E3" w:rsidR="00CF5BB4" w:rsidRPr="00830358" w:rsidRDefault="00CF5BB4" w:rsidP="00CF5BB4">
            <w:pPr>
              <w:rPr>
                <w:b/>
                <w:bCs/>
                <w:color w:val="7030A0"/>
                <w:sz w:val="20"/>
                <w:u w:val="single"/>
                <w:lang w:val="en-GB"/>
              </w:rPr>
            </w:pPr>
            <w:r w:rsidRPr="00830358">
              <w:rPr>
                <w:b/>
                <w:bCs/>
                <w:color w:val="7030A0"/>
                <w:sz w:val="20"/>
                <w:lang w:val="en-GB"/>
              </w:rPr>
              <w:t>/ City masterplan</w:t>
            </w:r>
          </w:p>
        </w:tc>
      </w:tr>
      <w:tr w:rsidR="00CF5BB4" w:rsidRPr="00CF5BB4" w14:paraId="2AB31FC6" w14:textId="77777777" w:rsidTr="00830358">
        <w:tc>
          <w:tcPr>
            <w:tcW w:w="6997" w:type="dxa"/>
          </w:tcPr>
          <w:p w14:paraId="11220F0B" w14:textId="77777777" w:rsidR="00CF5BB4" w:rsidRPr="00CF5BB4" w:rsidRDefault="00CF5BB4" w:rsidP="00CF5BB4">
            <w:pPr>
              <w:rPr>
                <w:sz w:val="20"/>
              </w:rPr>
            </w:pPr>
            <w:r w:rsidRPr="00CF5BB4">
              <w:rPr>
                <w:b/>
                <w:bCs/>
                <w:sz w:val="20"/>
                <w:u w:val="single"/>
              </w:rPr>
              <w:t>Územný plán mesta Banská Bystrica</w:t>
            </w:r>
            <w:r w:rsidRPr="00CF5BB4">
              <w:rPr>
                <w:b/>
                <w:bCs/>
                <w:sz w:val="20"/>
              </w:rPr>
              <w:t xml:space="preserve"> </w:t>
            </w:r>
            <w:r w:rsidRPr="00CF5BB4">
              <w:rPr>
                <w:sz w:val="20"/>
              </w:rPr>
              <w:t xml:space="preserve">(v GIS) + </w:t>
            </w:r>
            <w:r w:rsidRPr="00CF5BB4">
              <w:rPr>
                <w:b/>
                <w:bCs/>
                <w:sz w:val="20"/>
                <w:u w:val="single"/>
              </w:rPr>
              <w:t>Územný plán CMZ</w:t>
            </w:r>
            <w:r w:rsidRPr="00CF5BB4">
              <w:rPr>
                <w:sz w:val="20"/>
                <w:u w:val="single"/>
              </w:rPr>
              <w:t xml:space="preserve"> </w:t>
            </w:r>
            <w:r w:rsidRPr="00CF5BB4">
              <w:rPr>
                <w:b/>
                <w:bCs/>
                <w:sz w:val="20"/>
                <w:u w:val="single"/>
              </w:rPr>
              <w:t>- ZaD</w:t>
            </w:r>
            <w:r w:rsidRPr="00CF5BB4">
              <w:rPr>
                <w:sz w:val="20"/>
              </w:rPr>
              <w:t xml:space="preserve"> (vrstva v GIS)</w:t>
            </w:r>
          </w:p>
          <w:p w14:paraId="2BB93FB6" w14:textId="77777777" w:rsidR="00CF5BB4" w:rsidRPr="00CF5BB4" w:rsidRDefault="00B05549" w:rsidP="00CF5BB4">
            <w:pPr>
              <w:rPr>
                <w:rStyle w:val="Hypertextovprepojenie"/>
                <w:i/>
                <w:iCs/>
                <w:color w:val="A5A5A5" w:themeColor="accent3"/>
                <w:sz w:val="20"/>
                <w:u w:val="none"/>
              </w:rPr>
            </w:pPr>
            <w:hyperlink r:id="rId8" w:history="1">
              <w:r w:rsidR="00CF5BB4" w:rsidRPr="00CF5BB4">
                <w:rPr>
                  <w:rStyle w:val="Hypertextovprepojenie"/>
                  <w:i/>
                  <w:iCs/>
                  <w:color w:val="A5A5A5" w:themeColor="accent3"/>
                  <w:sz w:val="20"/>
                  <w:u w:val="none"/>
                </w:rPr>
                <w:t>https://mapy.banskabystrica.sk/mapa/uzemny-plan-2020/?c=-416818.4%3A-1228404.55&amp;z=5&amp;lb=up2007a&amp;ly=pc%2C77reg&amp;lbo=1&amp;lyo=</w:t>
              </w:r>
            </w:hyperlink>
          </w:p>
          <w:p w14:paraId="55EDC2E2" w14:textId="2FC0C3BE" w:rsidR="00CF5BB4" w:rsidRPr="00CF5BB4" w:rsidRDefault="00CF5BB4" w:rsidP="00CF5BB4">
            <w:pPr>
              <w:rPr>
                <w:b/>
                <w:bCs/>
                <w:sz w:val="20"/>
                <w:u w:val="single"/>
              </w:rPr>
            </w:pPr>
          </w:p>
        </w:tc>
        <w:tc>
          <w:tcPr>
            <w:tcW w:w="6997" w:type="dxa"/>
          </w:tcPr>
          <w:p w14:paraId="6D37CD8C" w14:textId="6656ECA1" w:rsidR="00CF5BB4" w:rsidRPr="00830358" w:rsidRDefault="00CF5BB4" w:rsidP="00CF5BB4">
            <w:pPr>
              <w:rPr>
                <w:b/>
                <w:bCs/>
                <w:color w:val="7030A0"/>
                <w:sz w:val="20"/>
                <w:u w:val="single"/>
                <w:lang w:val="en-GB"/>
              </w:rPr>
            </w:pPr>
            <w:r w:rsidRPr="00830358">
              <w:rPr>
                <w:b/>
                <w:bCs/>
                <w:color w:val="7030A0"/>
                <w:sz w:val="20"/>
                <w:lang w:val="en-GB"/>
              </w:rPr>
              <w:t>/ Zonal regulations</w:t>
            </w:r>
          </w:p>
          <w:p w14:paraId="1D5A426D" w14:textId="77777777" w:rsidR="00CF5BB4" w:rsidRPr="00830358" w:rsidRDefault="00CF5BB4" w:rsidP="00CF5BB4">
            <w:pPr>
              <w:rPr>
                <w:b/>
                <w:bCs/>
                <w:color w:val="7030A0"/>
                <w:sz w:val="20"/>
                <w:lang w:val="en-GB"/>
              </w:rPr>
            </w:pPr>
          </w:p>
        </w:tc>
      </w:tr>
      <w:tr w:rsidR="00CF5BB4" w:rsidRPr="00CF5BB4" w14:paraId="102EA8B4" w14:textId="77777777" w:rsidTr="00830358">
        <w:tc>
          <w:tcPr>
            <w:tcW w:w="6997" w:type="dxa"/>
          </w:tcPr>
          <w:p w14:paraId="02403256" w14:textId="77777777" w:rsidR="00CF5BB4" w:rsidRPr="00CF5BB4" w:rsidRDefault="00CF5BB4" w:rsidP="00CF5BB4">
            <w:pPr>
              <w:rPr>
                <w:b/>
                <w:bCs/>
                <w:sz w:val="20"/>
              </w:rPr>
            </w:pPr>
            <w:r w:rsidRPr="00CF5BB4">
              <w:rPr>
                <w:b/>
                <w:bCs/>
                <w:sz w:val="20"/>
                <w:u w:val="single"/>
              </w:rPr>
              <w:t>Územnoplánovacie podklady</w:t>
            </w:r>
            <w:r w:rsidRPr="00CF5BB4">
              <w:rPr>
                <w:b/>
                <w:bCs/>
                <w:sz w:val="20"/>
              </w:rPr>
              <w:t xml:space="preserve">  </w:t>
            </w:r>
          </w:p>
          <w:p w14:paraId="5C004993" w14:textId="3302D67D" w:rsidR="00CF5BB4" w:rsidRPr="00CF5BB4" w:rsidRDefault="00CF5BB4" w:rsidP="00CF5BB4">
            <w:pPr>
              <w:rPr>
                <w:i/>
                <w:iCs/>
                <w:color w:val="A5A5A5" w:themeColor="accent3"/>
                <w:sz w:val="20"/>
              </w:rPr>
            </w:pPr>
            <w:r w:rsidRPr="00CF5BB4">
              <w:rPr>
                <w:rStyle w:val="Hypertextovprepojenie"/>
                <w:i/>
                <w:iCs/>
                <w:color w:val="A5A5A5" w:themeColor="accent3"/>
                <w:sz w:val="20"/>
                <w:u w:val="none"/>
              </w:rPr>
              <w:t>https://www.banskabystrica.sk/uzemne-planovanie/kategorie-uzemnych-planov/uzemne-generely-uses-koncepcie/</w:t>
            </w:r>
          </w:p>
        </w:tc>
        <w:tc>
          <w:tcPr>
            <w:tcW w:w="6997" w:type="dxa"/>
          </w:tcPr>
          <w:p w14:paraId="6584F3F3" w14:textId="7AAFB7D4" w:rsidR="00CF5BB4" w:rsidRPr="00830358" w:rsidRDefault="00CF5BB4" w:rsidP="00CF5BB4">
            <w:pPr>
              <w:rPr>
                <w:color w:val="7030A0"/>
                <w:sz w:val="20"/>
                <w:u w:val="single"/>
                <w:lang w:val="en-GB"/>
              </w:rPr>
            </w:pPr>
            <w:r w:rsidRPr="00830358">
              <w:rPr>
                <w:b/>
                <w:bCs/>
                <w:color w:val="7030A0"/>
                <w:sz w:val="20"/>
                <w:lang w:val="en-GB"/>
              </w:rPr>
              <w:t>/ Other planning documents</w:t>
            </w:r>
          </w:p>
          <w:p w14:paraId="121379A7" w14:textId="77777777" w:rsidR="00CF5BB4" w:rsidRPr="00830358" w:rsidRDefault="00CF5BB4" w:rsidP="00CF5BB4">
            <w:pPr>
              <w:rPr>
                <w:b/>
                <w:bCs/>
                <w:color w:val="7030A0"/>
                <w:sz w:val="20"/>
                <w:lang w:val="en-GB"/>
              </w:rPr>
            </w:pPr>
          </w:p>
        </w:tc>
      </w:tr>
      <w:tr w:rsidR="00CF5BB4" w:rsidRPr="00CF5BB4" w14:paraId="020667CE" w14:textId="77777777" w:rsidTr="00830358">
        <w:tc>
          <w:tcPr>
            <w:tcW w:w="6997" w:type="dxa"/>
          </w:tcPr>
          <w:p w14:paraId="37ED0DDE" w14:textId="35E52680" w:rsidR="00CF5BB4" w:rsidRPr="00CF5BB4" w:rsidRDefault="00CF5BB4" w:rsidP="00CF5BB4">
            <w:pPr>
              <w:rPr>
                <w:sz w:val="20"/>
              </w:rPr>
            </w:pPr>
            <w:r w:rsidRPr="00CF5BB4">
              <w:rPr>
                <w:sz w:val="20"/>
              </w:rPr>
              <w:t>Dokumenty starostlivosti o</w:t>
            </w:r>
            <w:r>
              <w:rPr>
                <w:sz w:val="20"/>
              </w:rPr>
              <w:t> </w:t>
            </w:r>
            <w:r w:rsidRPr="00CF5BB4">
              <w:rPr>
                <w:sz w:val="20"/>
              </w:rPr>
              <w:t>dreviny</w:t>
            </w:r>
          </w:p>
          <w:p w14:paraId="1311919F" w14:textId="72EDB857" w:rsidR="00CF5BB4" w:rsidRPr="00CF5BB4" w:rsidRDefault="00CF5BB4" w:rsidP="00CF5BB4">
            <w:pPr>
              <w:rPr>
                <w:i/>
                <w:iCs/>
                <w:color w:val="A5A5A5" w:themeColor="accent3"/>
                <w:sz w:val="20"/>
              </w:rPr>
            </w:pPr>
            <w:r w:rsidRPr="00CF5BB4">
              <w:rPr>
                <w:i/>
                <w:iCs/>
                <w:color w:val="A5A5A5" w:themeColor="accent3"/>
                <w:sz w:val="20"/>
              </w:rPr>
              <w:t>https://www.banskabystrica.sk/uzemne-planovanie/dokument-starostlivosti-o-dreviny-mesta-banska-bystrica-i-etapa-2021/</w:t>
            </w:r>
          </w:p>
        </w:tc>
        <w:tc>
          <w:tcPr>
            <w:tcW w:w="6997" w:type="dxa"/>
          </w:tcPr>
          <w:p w14:paraId="6E76DFB2" w14:textId="2C2AEB81" w:rsidR="00CF5BB4" w:rsidRPr="00830358" w:rsidRDefault="00CF5BB4" w:rsidP="00CF5BB4">
            <w:pPr>
              <w:rPr>
                <w:color w:val="7030A0"/>
                <w:sz w:val="20"/>
                <w:lang w:val="en-GB"/>
              </w:rPr>
            </w:pPr>
            <w:r w:rsidRPr="00830358">
              <w:rPr>
                <w:color w:val="7030A0"/>
                <w:sz w:val="20"/>
                <w:lang w:val="en-GB"/>
              </w:rPr>
              <w:t>/ Document on greenery maintenance</w:t>
            </w:r>
          </w:p>
          <w:p w14:paraId="240C2C26" w14:textId="77777777" w:rsidR="00CF5BB4" w:rsidRPr="00830358" w:rsidRDefault="00CF5BB4" w:rsidP="00CF5BB4">
            <w:pPr>
              <w:rPr>
                <w:b/>
                <w:bCs/>
                <w:color w:val="7030A0"/>
                <w:sz w:val="20"/>
                <w:lang w:val="en-GB"/>
              </w:rPr>
            </w:pPr>
          </w:p>
        </w:tc>
      </w:tr>
      <w:tr w:rsidR="00CF5BB4" w:rsidRPr="00CF5BB4" w14:paraId="4AB9C664" w14:textId="77777777" w:rsidTr="00830358">
        <w:tc>
          <w:tcPr>
            <w:tcW w:w="6997" w:type="dxa"/>
          </w:tcPr>
          <w:p w14:paraId="04AB25FA" w14:textId="77777777" w:rsidR="00CF5BB4" w:rsidRPr="00CF5BB4" w:rsidRDefault="00CF5BB4" w:rsidP="00CF5BB4">
            <w:pPr>
              <w:rPr>
                <w:i/>
                <w:iCs/>
                <w:color w:val="A5A5A5" w:themeColor="accent3"/>
                <w:sz w:val="20"/>
              </w:rPr>
            </w:pPr>
            <w:r w:rsidRPr="00CF5BB4">
              <w:rPr>
                <w:sz w:val="20"/>
              </w:rPr>
              <w:t>Generel dopravy</w:t>
            </w:r>
            <w:r w:rsidRPr="00CF5BB4">
              <w:rPr>
                <w:i/>
                <w:iCs/>
                <w:color w:val="A5A5A5" w:themeColor="accent3"/>
                <w:sz w:val="20"/>
              </w:rPr>
              <w:t xml:space="preserve"> </w:t>
            </w:r>
          </w:p>
          <w:p w14:paraId="55539A0F" w14:textId="24C5DE23" w:rsidR="00CF5BB4" w:rsidRPr="00CF5BB4" w:rsidRDefault="00CF5BB4" w:rsidP="00CF5BB4">
            <w:pPr>
              <w:rPr>
                <w:i/>
                <w:iCs/>
                <w:color w:val="A5A5A5" w:themeColor="accent3"/>
                <w:sz w:val="20"/>
              </w:rPr>
            </w:pPr>
            <w:r w:rsidRPr="00CF5BB4">
              <w:rPr>
                <w:i/>
                <w:iCs/>
                <w:color w:val="A5A5A5" w:themeColor="accent3"/>
                <w:sz w:val="20"/>
              </w:rPr>
              <w:t>https://www.banskabystrica.sk/uzemne-planovanie/generel-dopravy/</w:t>
            </w:r>
          </w:p>
        </w:tc>
        <w:tc>
          <w:tcPr>
            <w:tcW w:w="6997" w:type="dxa"/>
          </w:tcPr>
          <w:p w14:paraId="09AB0BC6" w14:textId="59BA4E49" w:rsidR="00CF5BB4" w:rsidRPr="00830358" w:rsidRDefault="00CF5BB4" w:rsidP="00CF5BB4">
            <w:pPr>
              <w:rPr>
                <w:color w:val="7030A0"/>
                <w:sz w:val="20"/>
                <w:lang w:val="en-GB"/>
              </w:rPr>
            </w:pPr>
            <w:r w:rsidRPr="00830358">
              <w:rPr>
                <w:color w:val="7030A0"/>
                <w:sz w:val="20"/>
                <w:lang w:val="en-GB"/>
              </w:rPr>
              <w:t xml:space="preserve">/ Traffic analyses </w:t>
            </w:r>
          </w:p>
          <w:p w14:paraId="034A0BF7" w14:textId="77777777" w:rsidR="00CF5BB4" w:rsidRPr="00830358" w:rsidRDefault="00CF5BB4" w:rsidP="00CF5BB4">
            <w:pPr>
              <w:rPr>
                <w:color w:val="7030A0"/>
                <w:sz w:val="20"/>
                <w:lang w:val="en-GB"/>
              </w:rPr>
            </w:pPr>
          </w:p>
        </w:tc>
      </w:tr>
      <w:tr w:rsidR="00CF5BB4" w:rsidRPr="00CF5BB4" w14:paraId="3C8CAA48" w14:textId="77777777" w:rsidTr="00830358">
        <w:tc>
          <w:tcPr>
            <w:tcW w:w="6997" w:type="dxa"/>
          </w:tcPr>
          <w:p w14:paraId="654C8B18" w14:textId="77777777" w:rsidR="00CF5BB4" w:rsidRPr="00CF5BB4" w:rsidRDefault="00CF5BB4" w:rsidP="00CF5BB4">
            <w:pPr>
              <w:rPr>
                <w:i/>
                <w:iCs/>
                <w:color w:val="A5A5A5" w:themeColor="accent3"/>
                <w:sz w:val="20"/>
              </w:rPr>
            </w:pPr>
            <w:r w:rsidRPr="00CF5BB4">
              <w:rPr>
                <w:sz w:val="20"/>
              </w:rPr>
              <w:t>Plán udržateľnej mobility</w:t>
            </w:r>
            <w:r w:rsidRPr="00CF5BB4">
              <w:rPr>
                <w:i/>
                <w:iCs/>
                <w:color w:val="A5A5A5" w:themeColor="accent3"/>
                <w:sz w:val="20"/>
              </w:rPr>
              <w:t xml:space="preserve"> </w:t>
            </w:r>
          </w:p>
          <w:p w14:paraId="105F5EB0" w14:textId="4082643F" w:rsidR="00CF5BB4" w:rsidRPr="00CF5BB4" w:rsidRDefault="00CF5BB4" w:rsidP="00CF5BB4">
            <w:pPr>
              <w:rPr>
                <w:i/>
                <w:iCs/>
                <w:color w:val="A5A5A5" w:themeColor="accent3"/>
                <w:sz w:val="20"/>
              </w:rPr>
            </w:pPr>
            <w:r w:rsidRPr="00CF5BB4">
              <w:rPr>
                <w:i/>
                <w:iCs/>
                <w:color w:val="A5A5A5" w:themeColor="accent3"/>
                <w:sz w:val="20"/>
              </w:rPr>
              <w:t>https://www.banskabystrica.sk/projekty/plan-udrzatelnej-mobility-funkcneho-uzemia-mesta-banska-bystrica/</w:t>
            </w:r>
          </w:p>
          <w:p w14:paraId="6DAAA3BA" w14:textId="35C03F7C" w:rsidR="00CF5BB4" w:rsidRPr="00CF5BB4" w:rsidRDefault="00CF5BB4" w:rsidP="00CF5BB4">
            <w:pPr>
              <w:rPr>
                <w:sz w:val="20"/>
              </w:rPr>
            </w:pPr>
          </w:p>
        </w:tc>
        <w:tc>
          <w:tcPr>
            <w:tcW w:w="6997" w:type="dxa"/>
          </w:tcPr>
          <w:p w14:paraId="666C4658" w14:textId="6B2E523E" w:rsidR="00CF5BB4" w:rsidRPr="00830358" w:rsidRDefault="00CF5BB4" w:rsidP="00CF5BB4">
            <w:pPr>
              <w:rPr>
                <w:sz w:val="20"/>
                <w:lang w:val="en-GB"/>
              </w:rPr>
            </w:pPr>
            <w:r w:rsidRPr="00830358">
              <w:rPr>
                <w:color w:val="7030A0"/>
                <w:sz w:val="20"/>
                <w:lang w:val="en-GB"/>
              </w:rPr>
              <w:t>/ Sustainable mobility plan</w:t>
            </w:r>
          </w:p>
          <w:p w14:paraId="4658178F" w14:textId="77777777" w:rsidR="00CF5BB4" w:rsidRPr="00830358" w:rsidRDefault="00CF5BB4" w:rsidP="00CF5BB4">
            <w:pPr>
              <w:rPr>
                <w:color w:val="7030A0"/>
                <w:sz w:val="20"/>
                <w:lang w:val="en-GB"/>
              </w:rPr>
            </w:pPr>
          </w:p>
        </w:tc>
      </w:tr>
      <w:tr w:rsidR="00CF5BB4" w:rsidRPr="00CF5BB4" w14:paraId="6D9F05B6" w14:textId="77777777" w:rsidTr="00830358">
        <w:tc>
          <w:tcPr>
            <w:tcW w:w="6997" w:type="dxa"/>
          </w:tcPr>
          <w:p w14:paraId="2C82A470" w14:textId="77777777" w:rsidR="00CF5BB4" w:rsidRPr="00CF5BB4" w:rsidRDefault="00CF5BB4" w:rsidP="00CF5BB4">
            <w:pPr>
              <w:rPr>
                <w:b/>
                <w:bCs/>
                <w:sz w:val="20"/>
                <w:u w:val="single"/>
              </w:rPr>
            </w:pPr>
            <w:r w:rsidRPr="00CF5BB4">
              <w:rPr>
                <w:b/>
                <w:bCs/>
                <w:sz w:val="20"/>
                <w:u w:val="single"/>
              </w:rPr>
              <w:t>3D model mesta BB</w:t>
            </w:r>
          </w:p>
          <w:p w14:paraId="03D13958" w14:textId="77777777" w:rsidR="00CF5BB4" w:rsidRPr="00CF5BB4" w:rsidRDefault="00B05549" w:rsidP="00CF5BB4">
            <w:pPr>
              <w:rPr>
                <w:rStyle w:val="Hypertextovprepojenie"/>
                <w:i/>
                <w:iCs/>
                <w:color w:val="A5A5A5" w:themeColor="accent3"/>
                <w:sz w:val="20"/>
                <w:u w:val="none"/>
              </w:rPr>
            </w:pPr>
            <w:hyperlink r:id="rId9" w:history="1">
              <w:r w:rsidR="00CF5BB4" w:rsidRPr="00CF5BB4">
                <w:rPr>
                  <w:rStyle w:val="Hypertextovprepojenie"/>
                  <w:i/>
                  <w:iCs/>
                  <w:color w:val="A5A5A5" w:themeColor="accent3"/>
                  <w:sz w:val="20"/>
                  <w:u w:val="none"/>
                </w:rPr>
                <w:t>https://www.banskabystrica.sk/zivot-v-meste/3d-model-mesta-banska-bystrica/</w:t>
              </w:r>
            </w:hyperlink>
          </w:p>
          <w:p w14:paraId="0C918A23" w14:textId="77777777" w:rsidR="00CF5BB4" w:rsidRPr="00CF5BB4" w:rsidRDefault="00B05549" w:rsidP="00CF5BB4">
            <w:pPr>
              <w:rPr>
                <w:rStyle w:val="Hypertextovprepojenie"/>
                <w:i/>
                <w:iCs/>
                <w:color w:val="A5A5A5" w:themeColor="accent3"/>
                <w:sz w:val="20"/>
                <w:u w:val="none"/>
              </w:rPr>
            </w:pPr>
            <w:hyperlink r:id="rId10" w:history="1">
              <w:r w:rsidR="00CF5BB4" w:rsidRPr="00CF5BB4">
                <w:rPr>
                  <w:rStyle w:val="Hypertextovprepojenie"/>
                  <w:i/>
                  <w:iCs/>
                  <w:color w:val="A5A5A5" w:themeColor="accent3"/>
                  <w:sz w:val="20"/>
                  <w:u w:val="none"/>
                </w:rPr>
                <w:t>https://www.youtube.com/watch?v=CJJFsEAB5EM&amp;t=2s</w:t>
              </w:r>
            </w:hyperlink>
          </w:p>
          <w:p w14:paraId="764AE080" w14:textId="77777777" w:rsidR="00CF5BB4" w:rsidRPr="00CF5BB4" w:rsidRDefault="00B05549" w:rsidP="00CF5BB4">
            <w:pPr>
              <w:rPr>
                <w:rStyle w:val="Hypertextovprepojenie"/>
                <w:i/>
                <w:iCs/>
                <w:color w:val="A5A5A5" w:themeColor="accent3"/>
                <w:sz w:val="20"/>
                <w:u w:val="none"/>
              </w:rPr>
            </w:pPr>
            <w:hyperlink r:id="rId11" w:history="1">
              <w:r w:rsidR="00CF5BB4" w:rsidRPr="00CF5BB4">
                <w:rPr>
                  <w:rStyle w:val="Hypertextovprepojenie"/>
                  <w:i/>
                  <w:iCs/>
                  <w:color w:val="A5A5A5" w:themeColor="accent3"/>
                  <w:sz w:val="20"/>
                  <w:u w:val="none"/>
                </w:rPr>
                <w:t>https://mestobb.maps.arcgis.com/apps/webappviewer3d/index.html?id=92069c4ffb97471abcf561c332eeb680</w:t>
              </w:r>
            </w:hyperlink>
          </w:p>
          <w:p w14:paraId="57E1901B" w14:textId="77777777" w:rsidR="00CF5BB4" w:rsidRPr="00CF5BB4" w:rsidRDefault="00CF5BB4" w:rsidP="00CF5BB4">
            <w:pPr>
              <w:rPr>
                <w:sz w:val="20"/>
              </w:rPr>
            </w:pPr>
          </w:p>
        </w:tc>
        <w:tc>
          <w:tcPr>
            <w:tcW w:w="6997" w:type="dxa"/>
          </w:tcPr>
          <w:p w14:paraId="03624FE0" w14:textId="140F240F" w:rsidR="00CF5BB4" w:rsidRPr="00830358" w:rsidRDefault="00CF5BB4" w:rsidP="00CF5BB4">
            <w:pPr>
              <w:rPr>
                <w:color w:val="7030A0"/>
                <w:sz w:val="20"/>
                <w:lang w:val="en-GB"/>
              </w:rPr>
            </w:pPr>
            <w:r w:rsidRPr="00830358">
              <w:rPr>
                <w:color w:val="7030A0"/>
                <w:sz w:val="20"/>
                <w:lang w:val="en-GB"/>
              </w:rPr>
              <w:t xml:space="preserve">/ </w:t>
            </w:r>
            <w:proofErr w:type="gramStart"/>
            <w:r w:rsidRPr="00830358">
              <w:rPr>
                <w:color w:val="7030A0"/>
                <w:sz w:val="20"/>
                <w:lang w:val="en-GB"/>
              </w:rPr>
              <w:t>digital</w:t>
            </w:r>
            <w:proofErr w:type="gramEnd"/>
            <w:r w:rsidRPr="00830358">
              <w:rPr>
                <w:color w:val="7030A0"/>
                <w:sz w:val="20"/>
                <w:lang w:val="en-GB"/>
              </w:rPr>
              <w:t xml:space="preserve"> 3D city model</w:t>
            </w:r>
          </w:p>
        </w:tc>
      </w:tr>
      <w:tr w:rsidR="00CF5BB4" w:rsidRPr="00CF5BB4" w14:paraId="4B6739C7" w14:textId="77777777" w:rsidTr="00830358">
        <w:tc>
          <w:tcPr>
            <w:tcW w:w="6997" w:type="dxa"/>
          </w:tcPr>
          <w:p w14:paraId="1F9867DF" w14:textId="77777777" w:rsidR="00CF5BB4" w:rsidRPr="00CF5BB4" w:rsidRDefault="00CF5BB4" w:rsidP="00CF5BB4">
            <w:pPr>
              <w:rPr>
                <w:b/>
                <w:bCs/>
                <w:sz w:val="20"/>
                <w:u w:val="single"/>
              </w:rPr>
            </w:pPr>
            <w:r w:rsidRPr="00CF5BB4">
              <w:rPr>
                <w:b/>
                <w:bCs/>
                <w:sz w:val="20"/>
                <w:u w:val="single"/>
              </w:rPr>
              <w:t xml:space="preserve">Historická </w:t>
            </w:r>
            <w:proofErr w:type="spellStart"/>
            <w:r w:rsidRPr="00CF5BB4">
              <w:rPr>
                <w:b/>
                <w:bCs/>
                <w:sz w:val="20"/>
                <w:u w:val="single"/>
              </w:rPr>
              <w:t>ortofotomapa</w:t>
            </w:r>
            <w:proofErr w:type="spellEnd"/>
          </w:p>
          <w:p w14:paraId="2CBFA76B" w14:textId="5A2F3DB6" w:rsidR="00CF5BB4" w:rsidRPr="00CF5BB4" w:rsidRDefault="00B05549" w:rsidP="00CF5BB4">
            <w:pPr>
              <w:rPr>
                <w:rStyle w:val="Hypertextovprepojenie"/>
                <w:i/>
                <w:iCs/>
                <w:color w:val="A5A5A5" w:themeColor="accent3"/>
                <w:sz w:val="20"/>
                <w:u w:val="none"/>
              </w:rPr>
            </w:pPr>
            <w:hyperlink r:id="rId12" w:history="1">
              <w:r w:rsidR="00CF5BB4" w:rsidRPr="00CF5BB4">
                <w:rPr>
                  <w:rStyle w:val="Hypertextovprepojenie"/>
                  <w:i/>
                  <w:iCs/>
                  <w:color w:val="A5A5A5" w:themeColor="accent3"/>
                  <w:sz w:val="20"/>
                  <w:u w:val="none"/>
                </w:rPr>
                <w:t>http://mapy.tuzvo.sk/hofm/default.aspx</w:t>
              </w:r>
            </w:hyperlink>
          </w:p>
          <w:p w14:paraId="0BC9F29F" w14:textId="4F8675A8" w:rsidR="00CF5BB4" w:rsidRPr="00CF5BB4" w:rsidRDefault="00CF5BB4" w:rsidP="00CF5BB4">
            <w:pPr>
              <w:rPr>
                <w:b/>
                <w:bCs/>
                <w:sz w:val="20"/>
                <w:u w:val="single"/>
              </w:rPr>
            </w:pPr>
          </w:p>
        </w:tc>
        <w:tc>
          <w:tcPr>
            <w:tcW w:w="6997" w:type="dxa"/>
          </w:tcPr>
          <w:p w14:paraId="13A45FC2" w14:textId="57E99AFA" w:rsidR="00CF5BB4" w:rsidRPr="00830358" w:rsidRDefault="00CF5BB4" w:rsidP="00CF5BB4">
            <w:pPr>
              <w:rPr>
                <w:b/>
                <w:bCs/>
                <w:color w:val="7030A0"/>
                <w:sz w:val="20"/>
                <w:u w:val="single"/>
                <w:lang w:val="en-GB"/>
              </w:rPr>
            </w:pPr>
            <w:r w:rsidRPr="00830358">
              <w:rPr>
                <w:b/>
                <w:bCs/>
                <w:color w:val="7030A0"/>
                <w:sz w:val="20"/>
                <w:u w:val="single"/>
                <w:lang w:val="en-GB"/>
              </w:rPr>
              <w:t>/ Historical satellite map</w:t>
            </w:r>
          </w:p>
          <w:p w14:paraId="5D6D767B" w14:textId="77777777" w:rsidR="00CF5BB4" w:rsidRPr="00830358" w:rsidRDefault="00CF5BB4" w:rsidP="00CF5BB4">
            <w:pPr>
              <w:rPr>
                <w:color w:val="7030A0"/>
                <w:sz w:val="20"/>
                <w:lang w:val="en-GB"/>
              </w:rPr>
            </w:pPr>
          </w:p>
        </w:tc>
      </w:tr>
      <w:tr w:rsidR="00CF5BB4" w:rsidRPr="00CF5BB4" w14:paraId="720B6D06" w14:textId="77777777" w:rsidTr="00830358">
        <w:tc>
          <w:tcPr>
            <w:tcW w:w="6997" w:type="dxa"/>
          </w:tcPr>
          <w:p w14:paraId="72561734" w14:textId="77777777" w:rsidR="00CF5BB4" w:rsidRPr="00CF5BB4" w:rsidRDefault="00CF5BB4" w:rsidP="00CF5BB4">
            <w:pPr>
              <w:rPr>
                <w:sz w:val="20"/>
              </w:rPr>
            </w:pPr>
            <w:r w:rsidRPr="00CF5BB4">
              <w:rPr>
                <w:b/>
                <w:bCs/>
                <w:sz w:val="20"/>
                <w:u w:val="single"/>
              </w:rPr>
              <w:t xml:space="preserve">Námestie Slobody - dotazník </w:t>
            </w:r>
            <w:r w:rsidRPr="00CF5BB4">
              <w:rPr>
                <w:sz w:val="20"/>
              </w:rPr>
              <w:t>(vyhodnotenie 5.3.2021)</w:t>
            </w:r>
          </w:p>
          <w:p w14:paraId="3E42E00A" w14:textId="0EEB5906" w:rsidR="00CF5BB4" w:rsidRPr="00CF5BB4" w:rsidRDefault="00B05549" w:rsidP="00CF5BB4">
            <w:pPr>
              <w:rPr>
                <w:i/>
                <w:iCs/>
                <w:color w:val="A5A5A5" w:themeColor="accent3"/>
                <w:sz w:val="20"/>
              </w:rPr>
            </w:pPr>
            <w:hyperlink r:id="rId13" w:history="1">
              <w:r w:rsidR="00CF5BB4" w:rsidRPr="00CF5BB4">
                <w:rPr>
                  <w:rStyle w:val="Hypertextovprepojenie"/>
                  <w:i/>
                  <w:iCs/>
                  <w:color w:val="A5A5A5" w:themeColor="accent3"/>
                  <w:sz w:val="20"/>
                  <w:u w:val="none"/>
                </w:rPr>
                <w:t>https://cdn.banskabystrica.sk/2021/02/Vyhodnotenie-dotazn%C3%ADka-na-zlep%C5%A1enie-lokality-N%C3%A1mestia-slobody.pdf</w:t>
              </w:r>
            </w:hyperlink>
          </w:p>
        </w:tc>
        <w:tc>
          <w:tcPr>
            <w:tcW w:w="6997" w:type="dxa"/>
          </w:tcPr>
          <w:p w14:paraId="369DF3DC" w14:textId="0778A01B" w:rsidR="00CF5BB4" w:rsidRPr="00830358" w:rsidRDefault="00CF5BB4" w:rsidP="00CF5BB4">
            <w:pPr>
              <w:rPr>
                <w:color w:val="7030A0"/>
                <w:sz w:val="20"/>
                <w:lang w:val="en-GB"/>
              </w:rPr>
            </w:pPr>
            <w:r w:rsidRPr="00830358">
              <w:rPr>
                <w:b/>
                <w:bCs/>
                <w:color w:val="7030A0"/>
                <w:sz w:val="20"/>
                <w:lang w:val="en-GB"/>
              </w:rPr>
              <w:t xml:space="preserve">/ Survey on public space and transport (evaluation </w:t>
            </w:r>
            <w:proofErr w:type="spellStart"/>
            <w:r w:rsidRPr="00830358">
              <w:rPr>
                <w:b/>
                <w:bCs/>
                <w:color w:val="7030A0"/>
                <w:sz w:val="20"/>
                <w:lang w:val="en-GB"/>
              </w:rPr>
              <w:t>ond</w:t>
            </w:r>
            <w:proofErr w:type="spellEnd"/>
            <w:r w:rsidRPr="00830358">
              <w:rPr>
                <w:b/>
                <w:bCs/>
                <w:color w:val="7030A0"/>
                <w:sz w:val="20"/>
                <w:lang w:val="en-GB"/>
              </w:rPr>
              <w:t xml:space="preserve"> March 5, 2021)</w:t>
            </w:r>
          </w:p>
          <w:p w14:paraId="2699B6ED" w14:textId="77777777" w:rsidR="00CF5BB4" w:rsidRPr="00830358" w:rsidRDefault="00CF5BB4" w:rsidP="00CF5BB4">
            <w:pPr>
              <w:rPr>
                <w:b/>
                <w:bCs/>
                <w:color w:val="7030A0"/>
                <w:sz w:val="20"/>
                <w:u w:val="single"/>
                <w:lang w:val="en-GB"/>
              </w:rPr>
            </w:pPr>
          </w:p>
        </w:tc>
      </w:tr>
    </w:tbl>
    <w:p w14:paraId="65C1B392" w14:textId="77777777" w:rsidR="00267C78" w:rsidRPr="00CF5BB4" w:rsidRDefault="00267C78" w:rsidP="00CF5BB4">
      <w:pPr>
        <w:rPr>
          <w:b/>
          <w:bCs/>
          <w:sz w:val="20"/>
          <w:u w:val="single"/>
        </w:rPr>
      </w:pPr>
    </w:p>
    <w:sectPr w:rsidR="00267C78" w:rsidRPr="00CF5BB4" w:rsidSect="00CF5BB4">
      <w:headerReference w:type="even" r:id="rId14"/>
      <w:headerReference w:type="default" r:id="rId15"/>
      <w:pgSz w:w="16838" w:h="11906" w:orient="landscape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2FF5" w14:textId="77777777" w:rsidR="0079789F" w:rsidRDefault="0079789F">
      <w:r>
        <w:separator/>
      </w:r>
    </w:p>
  </w:endnote>
  <w:endnote w:type="continuationSeparator" w:id="0">
    <w:p w14:paraId="2736BD3E" w14:textId="77777777" w:rsidR="0079789F" w:rsidRDefault="00797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8CBD9" w14:textId="77777777" w:rsidR="0079789F" w:rsidRDefault="0079789F">
      <w:r>
        <w:separator/>
      </w:r>
    </w:p>
  </w:footnote>
  <w:footnote w:type="continuationSeparator" w:id="0">
    <w:p w14:paraId="0BFC2129" w14:textId="77777777" w:rsidR="0079789F" w:rsidRDefault="00797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39A12" w14:textId="77777777" w:rsidR="00095A60" w:rsidRDefault="00D072B2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095A6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095A60">
      <w:rPr>
        <w:rStyle w:val="slostrany"/>
        <w:noProof/>
      </w:rPr>
      <w:t>1</w:t>
    </w:r>
    <w:r>
      <w:rPr>
        <w:rStyle w:val="slostrany"/>
      </w:rPr>
      <w:fldChar w:fldCharType="end"/>
    </w:r>
  </w:p>
  <w:p w14:paraId="0B4A9190" w14:textId="77777777" w:rsidR="00095A60" w:rsidRDefault="00095A6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B27EB" w14:textId="77777777" w:rsidR="00095A60" w:rsidRDefault="00D072B2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095A6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630DA7">
      <w:rPr>
        <w:rStyle w:val="slostrany"/>
        <w:noProof/>
      </w:rPr>
      <w:t>3</w:t>
    </w:r>
    <w:r>
      <w:rPr>
        <w:rStyle w:val="slostrany"/>
      </w:rPr>
      <w:fldChar w:fldCharType="end"/>
    </w:r>
  </w:p>
  <w:p w14:paraId="31E7194B" w14:textId="77777777" w:rsidR="00095A60" w:rsidRDefault="00095A6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BA0D14"/>
    <w:lvl w:ilvl="0">
      <w:start w:val="1"/>
      <w:numFmt w:val="decimal"/>
      <w:pStyle w:val="slovanzo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DA8F222"/>
    <w:lvl w:ilvl="0">
      <w:start w:val="1"/>
      <w:numFmt w:val="decimal"/>
      <w:pStyle w:val="slovanzo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7A691EA"/>
    <w:lvl w:ilvl="0">
      <w:start w:val="1"/>
      <w:numFmt w:val="decimal"/>
      <w:pStyle w:val="slovanzo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9A0184"/>
    <w:lvl w:ilvl="0">
      <w:start w:val="1"/>
      <w:numFmt w:val="decimal"/>
      <w:pStyle w:val="slovanzoznam2"/>
      <w:lvlText w:val="%1."/>
      <w:lvlJc w:val="left"/>
      <w:pPr>
        <w:tabs>
          <w:tab w:val="num" w:pos="717"/>
        </w:tabs>
        <w:ind w:left="357" w:firstLine="0"/>
      </w:pPr>
    </w:lvl>
  </w:abstractNum>
  <w:abstractNum w:abstractNumId="4" w15:restartNumberingAfterBreak="0">
    <w:nsid w:val="FFFFFF80"/>
    <w:multiLevelType w:val="singleLevel"/>
    <w:tmpl w:val="BF78F87E"/>
    <w:lvl w:ilvl="0">
      <w:start w:val="1"/>
      <w:numFmt w:val="bullet"/>
      <w:pStyle w:val="Zo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B4A7680"/>
    <w:lvl w:ilvl="0">
      <w:start w:val="1"/>
      <w:numFmt w:val="bullet"/>
      <w:pStyle w:val="Zoznamsodrkami4"/>
      <w:lvlText w:val="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65D07CD4"/>
    <w:lvl w:ilvl="0">
      <w:start w:val="1"/>
      <w:numFmt w:val="bullet"/>
      <w:pStyle w:val="Zoznamsodrkami3"/>
      <w:lvlText w:val="o"/>
      <w:lvlJc w:val="left"/>
      <w:pPr>
        <w:tabs>
          <w:tab w:val="num" w:pos="926"/>
        </w:tabs>
        <w:ind w:left="926" w:hanging="360"/>
      </w:pPr>
      <w:rPr>
        <w:rFonts w:ascii="Courier New" w:hAnsi="Courier New" w:cs="Courier New" w:hint="default"/>
      </w:rPr>
    </w:lvl>
  </w:abstractNum>
  <w:abstractNum w:abstractNumId="7" w15:restartNumberingAfterBreak="0">
    <w:nsid w:val="FFFFFF83"/>
    <w:multiLevelType w:val="singleLevel"/>
    <w:tmpl w:val="A54E38A8"/>
    <w:lvl w:ilvl="0">
      <w:start w:val="1"/>
      <w:numFmt w:val="bullet"/>
      <w:lvlText w:val=""/>
      <w:lvlJc w:val="left"/>
      <w:pPr>
        <w:tabs>
          <w:tab w:val="num" w:pos="717"/>
        </w:tabs>
        <w:ind w:left="643" w:hanging="286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B2E5A4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FE61EE6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C2607A"/>
    <w:multiLevelType w:val="multilevel"/>
    <w:tmpl w:val="041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81D572B"/>
    <w:multiLevelType w:val="multilevel"/>
    <w:tmpl w:val="2C5C32E4"/>
    <w:lvl w:ilvl="0">
      <w:start w:val="1"/>
      <w:numFmt w:val="bullet"/>
      <w:lvlText w:val="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43414F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13B0953"/>
    <w:multiLevelType w:val="multilevel"/>
    <w:tmpl w:val="041B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308303C"/>
    <w:multiLevelType w:val="multilevel"/>
    <w:tmpl w:val="041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4CB44EA"/>
    <w:multiLevelType w:val="singleLevel"/>
    <w:tmpl w:val="1DDCCEA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16" w15:restartNumberingAfterBreak="0">
    <w:nsid w:val="25BC6413"/>
    <w:multiLevelType w:val="multilevel"/>
    <w:tmpl w:val="041B0023"/>
    <w:styleLink w:val="lnokalebosekcia"/>
    <w:lvl w:ilvl="0">
      <w:start w:val="1"/>
      <w:numFmt w:val="upperRoman"/>
      <w:lvlText w:val="Článo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32BE6DEE"/>
    <w:multiLevelType w:val="hybridMultilevel"/>
    <w:tmpl w:val="2806FCCE"/>
    <w:lvl w:ilvl="0" w:tplc="C4C0A6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17C34"/>
    <w:multiLevelType w:val="hybridMultilevel"/>
    <w:tmpl w:val="B0844C9E"/>
    <w:lvl w:ilvl="0" w:tplc="12F6D17A">
      <w:start w:val="1"/>
      <w:numFmt w:val="decimal"/>
      <w:pStyle w:val="Nadpis8"/>
      <w:lvlText w:val="%1)"/>
      <w:lvlJc w:val="left"/>
      <w:pPr>
        <w:ind w:left="717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25D70"/>
    <w:multiLevelType w:val="hybridMultilevel"/>
    <w:tmpl w:val="609CC3C4"/>
    <w:lvl w:ilvl="0" w:tplc="5E7059B2">
      <w:start w:val="1"/>
      <w:numFmt w:val="upperLetter"/>
      <w:pStyle w:val="Nadpis5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CD3331"/>
    <w:multiLevelType w:val="hybridMultilevel"/>
    <w:tmpl w:val="17FC977C"/>
    <w:lvl w:ilvl="0" w:tplc="F746CE2C">
      <w:start w:val="1"/>
      <w:numFmt w:val="decimal"/>
      <w:pStyle w:val="Nadpis6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7716E"/>
    <w:multiLevelType w:val="singleLevel"/>
    <w:tmpl w:val="9A4835F0"/>
    <w:lvl w:ilvl="0">
      <w:start w:val="1"/>
      <w:numFmt w:val="bullet"/>
      <w:pStyle w:val="Zoznamsodrkami2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</w:abstractNum>
  <w:abstractNum w:abstractNumId="22" w15:restartNumberingAfterBreak="0">
    <w:nsid w:val="431F2EA8"/>
    <w:multiLevelType w:val="hybridMultilevel"/>
    <w:tmpl w:val="719040F6"/>
    <w:lvl w:ilvl="0" w:tplc="23668D0C">
      <w:start w:val="1"/>
      <w:numFmt w:val="upperRoman"/>
      <w:pStyle w:val="Nadpis9"/>
      <w:lvlText w:val="%1."/>
      <w:lvlJc w:val="right"/>
      <w:pPr>
        <w:ind w:left="717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D9678E"/>
    <w:multiLevelType w:val="multilevel"/>
    <w:tmpl w:val="ED00AB9E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suff w:val="space"/>
      <w:lvlText w:val="%1.%2."/>
      <w:lvlJc w:val="left"/>
      <w:pPr>
        <w:ind w:left="794" w:hanging="434"/>
      </w:pPr>
    </w:lvl>
    <w:lvl w:ilvl="2">
      <w:start w:val="1"/>
      <w:numFmt w:val="decimal"/>
      <w:suff w:val="space"/>
      <w:lvlText w:val="%1.%2.%3."/>
      <w:lvlJc w:val="left"/>
      <w:pPr>
        <w:ind w:left="357" w:firstLine="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4A4E452B"/>
    <w:multiLevelType w:val="singleLevel"/>
    <w:tmpl w:val="81B0BF16"/>
    <w:lvl w:ilvl="0">
      <w:start w:val="1"/>
      <w:numFmt w:val="decimal"/>
      <w:pStyle w:val="Hlavikazoznamucitci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25" w15:restartNumberingAfterBreak="0">
    <w:nsid w:val="4AE90AC0"/>
    <w:multiLevelType w:val="multilevel"/>
    <w:tmpl w:val="041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4D9B02A8"/>
    <w:multiLevelType w:val="multilevel"/>
    <w:tmpl w:val="87DA239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229397B"/>
    <w:multiLevelType w:val="multilevel"/>
    <w:tmpl w:val="2FBA532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suff w:val="space"/>
      <w:lvlText w:val="%1.%2."/>
      <w:lvlJc w:val="left"/>
      <w:pPr>
        <w:ind w:left="794" w:hanging="434"/>
      </w:pPr>
    </w:lvl>
    <w:lvl w:ilvl="2">
      <w:start w:val="1"/>
      <w:numFmt w:val="decimal"/>
      <w:suff w:val="space"/>
      <w:lvlText w:val="%1.%2.%3."/>
      <w:lvlJc w:val="left"/>
      <w:pPr>
        <w:ind w:left="357" w:firstLine="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8" w15:restartNumberingAfterBreak="0">
    <w:nsid w:val="58854112"/>
    <w:multiLevelType w:val="hybridMultilevel"/>
    <w:tmpl w:val="142C23A4"/>
    <w:lvl w:ilvl="0" w:tplc="94BE9FFC">
      <w:start w:val="1"/>
      <w:numFmt w:val="lowerLetter"/>
      <w:pStyle w:val="Nadpis7"/>
      <w:lvlText w:val="%1)"/>
      <w:lvlJc w:val="left"/>
      <w:pPr>
        <w:ind w:left="717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02346">
    <w:abstractNumId w:val="27"/>
  </w:num>
  <w:num w:numId="2" w16cid:durableId="1022634494">
    <w:abstractNumId w:val="27"/>
  </w:num>
  <w:num w:numId="3" w16cid:durableId="924142941">
    <w:abstractNumId w:val="27"/>
  </w:num>
  <w:num w:numId="4" w16cid:durableId="1622567012">
    <w:abstractNumId w:val="26"/>
  </w:num>
  <w:num w:numId="5" w16cid:durableId="876818168">
    <w:abstractNumId w:val="26"/>
  </w:num>
  <w:num w:numId="6" w16cid:durableId="1719085204">
    <w:abstractNumId w:val="24"/>
  </w:num>
  <w:num w:numId="7" w16cid:durableId="689839620">
    <w:abstractNumId w:val="8"/>
  </w:num>
  <w:num w:numId="8" w16cid:durableId="547651171">
    <w:abstractNumId w:val="3"/>
  </w:num>
  <w:num w:numId="9" w16cid:durableId="600723818">
    <w:abstractNumId w:val="2"/>
  </w:num>
  <w:num w:numId="10" w16cid:durableId="291911649">
    <w:abstractNumId w:val="1"/>
  </w:num>
  <w:num w:numId="11" w16cid:durableId="1269122891">
    <w:abstractNumId w:val="0"/>
  </w:num>
  <w:num w:numId="12" w16cid:durableId="1768187026">
    <w:abstractNumId w:val="9"/>
  </w:num>
  <w:num w:numId="13" w16cid:durableId="123081068">
    <w:abstractNumId w:val="7"/>
  </w:num>
  <w:num w:numId="14" w16cid:durableId="271715322">
    <w:abstractNumId w:val="6"/>
  </w:num>
  <w:num w:numId="15" w16cid:durableId="1841889875">
    <w:abstractNumId w:val="5"/>
  </w:num>
  <w:num w:numId="16" w16cid:durableId="700932982">
    <w:abstractNumId w:val="4"/>
  </w:num>
  <w:num w:numId="17" w16cid:durableId="212234158">
    <w:abstractNumId w:val="15"/>
  </w:num>
  <w:num w:numId="18" w16cid:durableId="1519812523">
    <w:abstractNumId w:val="21"/>
  </w:num>
  <w:num w:numId="19" w16cid:durableId="1361322822">
    <w:abstractNumId w:val="12"/>
  </w:num>
  <w:num w:numId="20" w16cid:durableId="211230846">
    <w:abstractNumId w:val="13"/>
  </w:num>
  <w:num w:numId="21" w16cid:durableId="460924339">
    <w:abstractNumId w:val="16"/>
  </w:num>
  <w:num w:numId="22" w16cid:durableId="1060061035">
    <w:abstractNumId w:val="17"/>
  </w:num>
  <w:num w:numId="23" w16cid:durableId="999577308">
    <w:abstractNumId w:val="11"/>
  </w:num>
  <w:num w:numId="24" w16cid:durableId="1373534388">
    <w:abstractNumId w:val="23"/>
  </w:num>
  <w:num w:numId="25" w16cid:durableId="1997878690">
    <w:abstractNumId w:val="10"/>
  </w:num>
  <w:num w:numId="26" w16cid:durableId="909267725">
    <w:abstractNumId w:val="14"/>
  </w:num>
  <w:num w:numId="27" w16cid:durableId="1040469631">
    <w:abstractNumId w:val="25"/>
  </w:num>
  <w:num w:numId="28" w16cid:durableId="967050977">
    <w:abstractNumId w:val="19"/>
  </w:num>
  <w:num w:numId="29" w16cid:durableId="657348968">
    <w:abstractNumId w:val="20"/>
  </w:num>
  <w:num w:numId="30" w16cid:durableId="730539048">
    <w:abstractNumId w:val="28"/>
  </w:num>
  <w:num w:numId="31" w16cid:durableId="1498304707">
    <w:abstractNumId w:val="18"/>
  </w:num>
  <w:num w:numId="32" w16cid:durableId="6062759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E04"/>
    <w:rsid w:val="00016DB1"/>
    <w:rsid w:val="00044ED5"/>
    <w:rsid w:val="000852E6"/>
    <w:rsid w:val="00095A60"/>
    <w:rsid w:val="000F14E7"/>
    <w:rsid w:val="000F19F5"/>
    <w:rsid w:val="00114397"/>
    <w:rsid w:val="00135567"/>
    <w:rsid w:val="001815E0"/>
    <w:rsid w:val="00181C5D"/>
    <w:rsid w:val="001874F2"/>
    <w:rsid w:val="001E47C9"/>
    <w:rsid w:val="0020292A"/>
    <w:rsid w:val="002423A7"/>
    <w:rsid w:val="00267C78"/>
    <w:rsid w:val="0028362D"/>
    <w:rsid w:val="002A29A4"/>
    <w:rsid w:val="002D6F7D"/>
    <w:rsid w:val="003016E7"/>
    <w:rsid w:val="00327F35"/>
    <w:rsid w:val="00366313"/>
    <w:rsid w:val="00367770"/>
    <w:rsid w:val="00384C8F"/>
    <w:rsid w:val="00386D28"/>
    <w:rsid w:val="003943E3"/>
    <w:rsid w:val="003B00A0"/>
    <w:rsid w:val="003F779C"/>
    <w:rsid w:val="004103A4"/>
    <w:rsid w:val="00411CE6"/>
    <w:rsid w:val="00483114"/>
    <w:rsid w:val="00487674"/>
    <w:rsid w:val="0048788B"/>
    <w:rsid w:val="004A27C0"/>
    <w:rsid w:val="004A4766"/>
    <w:rsid w:val="004B5A84"/>
    <w:rsid w:val="004E0F89"/>
    <w:rsid w:val="00534A27"/>
    <w:rsid w:val="00547506"/>
    <w:rsid w:val="00551C18"/>
    <w:rsid w:val="005779EA"/>
    <w:rsid w:val="005B3CE3"/>
    <w:rsid w:val="005B4E67"/>
    <w:rsid w:val="005C3172"/>
    <w:rsid w:val="005D17C1"/>
    <w:rsid w:val="005D724D"/>
    <w:rsid w:val="00623FFE"/>
    <w:rsid w:val="00630DA7"/>
    <w:rsid w:val="00634785"/>
    <w:rsid w:val="0063648B"/>
    <w:rsid w:val="00641228"/>
    <w:rsid w:val="006464DA"/>
    <w:rsid w:val="00664D2A"/>
    <w:rsid w:val="00665E04"/>
    <w:rsid w:val="006855A6"/>
    <w:rsid w:val="0069641F"/>
    <w:rsid w:val="006977E5"/>
    <w:rsid w:val="00697F11"/>
    <w:rsid w:val="006B72D3"/>
    <w:rsid w:val="006C163D"/>
    <w:rsid w:val="006F72FF"/>
    <w:rsid w:val="00704033"/>
    <w:rsid w:val="00723FAD"/>
    <w:rsid w:val="007735DB"/>
    <w:rsid w:val="0079789F"/>
    <w:rsid w:val="00797AD5"/>
    <w:rsid w:val="007C3681"/>
    <w:rsid w:val="007C3C4C"/>
    <w:rsid w:val="0082054C"/>
    <w:rsid w:val="00830358"/>
    <w:rsid w:val="00883B3D"/>
    <w:rsid w:val="008939C8"/>
    <w:rsid w:val="008C4C25"/>
    <w:rsid w:val="008F0A5B"/>
    <w:rsid w:val="008F1948"/>
    <w:rsid w:val="00925C9E"/>
    <w:rsid w:val="00934521"/>
    <w:rsid w:val="00941B0D"/>
    <w:rsid w:val="00975693"/>
    <w:rsid w:val="009C2A36"/>
    <w:rsid w:val="009E3357"/>
    <w:rsid w:val="00A03B5F"/>
    <w:rsid w:val="00A26F2C"/>
    <w:rsid w:val="00A52DD5"/>
    <w:rsid w:val="00A63777"/>
    <w:rsid w:val="00A6466E"/>
    <w:rsid w:val="00AA7D3E"/>
    <w:rsid w:val="00B0126B"/>
    <w:rsid w:val="00B05549"/>
    <w:rsid w:val="00B14F47"/>
    <w:rsid w:val="00B36F6B"/>
    <w:rsid w:val="00B534C6"/>
    <w:rsid w:val="00B623DC"/>
    <w:rsid w:val="00B86B70"/>
    <w:rsid w:val="00BC433B"/>
    <w:rsid w:val="00BF7565"/>
    <w:rsid w:val="00C03BB0"/>
    <w:rsid w:val="00C214E2"/>
    <w:rsid w:val="00C33563"/>
    <w:rsid w:val="00C66AD9"/>
    <w:rsid w:val="00C81C3A"/>
    <w:rsid w:val="00C93B4A"/>
    <w:rsid w:val="00CC5FE5"/>
    <w:rsid w:val="00CD036D"/>
    <w:rsid w:val="00CF5BB4"/>
    <w:rsid w:val="00D0596C"/>
    <w:rsid w:val="00D072B2"/>
    <w:rsid w:val="00D15C05"/>
    <w:rsid w:val="00D42B58"/>
    <w:rsid w:val="00D55649"/>
    <w:rsid w:val="00D630B8"/>
    <w:rsid w:val="00D750E6"/>
    <w:rsid w:val="00D82C13"/>
    <w:rsid w:val="00DB41B2"/>
    <w:rsid w:val="00DC14ED"/>
    <w:rsid w:val="00DC500A"/>
    <w:rsid w:val="00E061AC"/>
    <w:rsid w:val="00E300F5"/>
    <w:rsid w:val="00E85284"/>
    <w:rsid w:val="00EB7C00"/>
    <w:rsid w:val="00ED30EF"/>
    <w:rsid w:val="00EE684C"/>
    <w:rsid w:val="00EF7E4D"/>
    <w:rsid w:val="00F256ED"/>
    <w:rsid w:val="00F55CAB"/>
    <w:rsid w:val="00F8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4E26FC"/>
  <w15:docId w15:val="{AD70D80B-9B87-42A8-9981-699CFF7EC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0596C"/>
    <w:rPr>
      <w:rFonts w:ascii="Calibri" w:hAnsi="Calibri"/>
      <w:sz w:val="22"/>
    </w:rPr>
  </w:style>
  <w:style w:type="paragraph" w:styleId="Nadpis1">
    <w:name w:val="heading 1"/>
    <w:basedOn w:val="Normlny"/>
    <w:qFormat/>
    <w:rsid w:val="00723FAD"/>
    <w:pPr>
      <w:keepNext/>
      <w:numPr>
        <w:numId w:val="4"/>
      </w:numPr>
      <w:shd w:val="clear" w:color="auto" w:fill="C0C0C0"/>
      <w:spacing w:before="120" w:after="120"/>
      <w:ind w:left="431" w:hanging="431"/>
      <w:outlineLvl w:val="0"/>
    </w:pPr>
    <w:rPr>
      <w:b/>
      <w:caps/>
      <w:kern w:val="28"/>
    </w:rPr>
  </w:style>
  <w:style w:type="paragraph" w:styleId="Nadpis2">
    <w:name w:val="heading 2"/>
    <w:basedOn w:val="Nadpis1"/>
    <w:qFormat/>
    <w:rsid w:val="00934521"/>
    <w:pPr>
      <w:numPr>
        <w:ilvl w:val="1"/>
      </w:numPr>
      <w:shd w:val="clear" w:color="auto" w:fill="auto"/>
      <w:outlineLvl w:val="1"/>
    </w:pPr>
    <w:rPr>
      <w:caps w:val="0"/>
    </w:rPr>
  </w:style>
  <w:style w:type="paragraph" w:styleId="Nadpis3">
    <w:name w:val="heading 3"/>
    <w:basedOn w:val="Nadpis2"/>
    <w:qFormat/>
    <w:rsid w:val="00723FAD"/>
    <w:pPr>
      <w:numPr>
        <w:ilvl w:val="2"/>
      </w:numPr>
      <w:spacing w:before="0"/>
      <w:outlineLvl w:val="2"/>
    </w:pPr>
    <w:rPr>
      <w:b w:val="0"/>
      <w:u w:val="single"/>
    </w:rPr>
  </w:style>
  <w:style w:type="paragraph" w:styleId="Nadpis4">
    <w:name w:val="heading 4"/>
    <w:basedOn w:val="Nadpis3"/>
    <w:qFormat/>
    <w:rsid w:val="00723FAD"/>
    <w:pPr>
      <w:numPr>
        <w:ilvl w:val="3"/>
      </w:numPr>
      <w:ind w:left="862" w:hanging="862"/>
      <w:outlineLvl w:val="3"/>
    </w:pPr>
    <w:rPr>
      <w:u w:val="none"/>
      <w:lang w:val="en-GB"/>
    </w:rPr>
  </w:style>
  <w:style w:type="paragraph" w:styleId="Nadpis5">
    <w:name w:val="heading 5"/>
    <w:basedOn w:val="Nadpis4"/>
    <w:qFormat/>
    <w:rsid w:val="007C3C4C"/>
    <w:pPr>
      <w:numPr>
        <w:ilvl w:val="0"/>
        <w:numId w:val="28"/>
      </w:numPr>
      <w:outlineLvl w:val="4"/>
    </w:pPr>
  </w:style>
  <w:style w:type="paragraph" w:styleId="Nadpis6">
    <w:name w:val="heading 6"/>
    <w:basedOn w:val="Normlny"/>
    <w:qFormat/>
    <w:rsid w:val="00386D28"/>
    <w:pPr>
      <w:numPr>
        <w:numId w:val="29"/>
      </w:numPr>
      <w:spacing w:after="120"/>
      <w:ind w:left="1037" w:hanging="357"/>
      <w:outlineLvl w:val="5"/>
    </w:pPr>
    <w:rPr>
      <w:bCs/>
      <w:szCs w:val="22"/>
    </w:rPr>
  </w:style>
  <w:style w:type="paragraph" w:styleId="Nadpis7">
    <w:name w:val="heading 7"/>
    <w:basedOn w:val="Normlny"/>
    <w:qFormat/>
    <w:rsid w:val="00E061AC"/>
    <w:pPr>
      <w:numPr>
        <w:numId w:val="30"/>
      </w:numPr>
      <w:spacing w:after="120"/>
      <w:outlineLvl w:val="6"/>
    </w:pPr>
    <w:rPr>
      <w:szCs w:val="24"/>
    </w:rPr>
  </w:style>
  <w:style w:type="paragraph" w:styleId="Nadpis8">
    <w:name w:val="heading 8"/>
    <w:basedOn w:val="Normlny"/>
    <w:qFormat/>
    <w:rsid w:val="00E061AC"/>
    <w:pPr>
      <w:numPr>
        <w:numId w:val="31"/>
      </w:numPr>
      <w:spacing w:after="120"/>
      <w:ind w:left="1037" w:hanging="357"/>
      <w:outlineLvl w:val="7"/>
    </w:pPr>
    <w:rPr>
      <w:iCs/>
      <w:szCs w:val="24"/>
    </w:rPr>
  </w:style>
  <w:style w:type="paragraph" w:styleId="Nadpis9">
    <w:name w:val="heading 9"/>
    <w:basedOn w:val="Normlny"/>
    <w:qFormat/>
    <w:rsid w:val="00E061AC"/>
    <w:pPr>
      <w:numPr>
        <w:numId w:val="32"/>
      </w:numPr>
      <w:spacing w:after="120"/>
      <w:outlineLvl w:val="8"/>
    </w:pPr>
    <w:rPr>
      <w:rFonts w:cs="Arial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rsid w:val="006464DA"/>
    <w:pPr>
      <w:jc w:val="center"/>
    </w:pPr>
    <w:rPr>
      <w:b/>
      <w:caps/>
    </w:rPr>
  </w:style>
  <w:style w:type="paragraph" w:styleId="Zoznamsodrkami2">
    <w:name w:val="List Bullet 2"/>
    <w:basedOn w:val="Normlny"/>
    <w:autoRedefine/>
    <w:rsid w:val="00B14F47"/>
    <w:pPr>
      <w:numPr>
        <w:numId w:val="18"/>
      </w:numPr>
    </w:pPr>
  </w:style>
  <w:style w:type="paragraph" w:styleId="Hlavikazoznamucitci">
    <w:name w:val="toa heading"/>
    <w:basedOn w:val="Normlny"/>
    <w:semiHidden/>
    <w:rsid w:val="00D072B2"/>
    <w:pPr>
      <w:numPr>
        <w:numId w:val="6"/>
      </w:numPr>
      <w:spacing w:before="120"/>
    </w:pPr>
    <w:rPr>
      <w:b/>
      <w:caps/>
      <w:u w:val="single"/>
    </w:rPr>
  </w:style>
  <w:style w:type="paragraph" w:styleId="slovanzoznam2">
    <w:name w:val="List Number 2"/>
    <w:basedOn w:val="Normlny"/>
    <w:rsid w:val="006464DA"/>
    <w:pPr>
      <w:numPr>
        <w:numId w:val="8"/>
      </w:numPr>
    </w:pPr>
  </w:style>
  <w:style w:type="paragraph" w:styleId="Hlavika">
    <w:name w:val="header"/>
    <w:basedOn w:val="Normlny"/>
    <w:semiHidden/>
    <w:rsid w:val="00D072B2"/>
    <w:pPr>
      <w:tabs>
        <w:tab w:val="center" w:pos="4536"/>
        <w:tab w:val="right" w:pos="9072"/>
      </w:tabs>
    </w:pPr>
  </w:style>
  <w:style w:type="paragraph" w:styleId="Normlnysozarkami">
    <w:name w:val="Normal Indent"/>
    <w:basedOn w:val="Normlny"/>
    <w:semiHidden/>
    <w:rsid w:val="00D072B2"/>
    <w:pPr>
      <w:ind w:left="794"/>
    </w:pPr>
  </w:style>
  <w:style w:type="character" w:styleId="slostrany">
    <w:name w:val="page number"/>
    <w:basedOn w:val="Predvolenpsmoodseku"/>
    <w:semiHidden/>
    <w:rsid w:val="00D072B2"/>
  </w:style>
  <w:style w:type="numbering" w:styleId="111111">
    <w:name w:val="Outline List 2"/>
    <w:basedOn w:val="Bezzoznamu"/>
    <w:semiHidden/>
    <w:rsid w:val="009C2A36"/>
    <w:pPr>
      <w:numPr>
        <w:numId w:val="19"/>
      </w:numPr>
    </w:pPr>
  </w:style>
  <w:style w:type="paragraph" w:customStyle="1" w:styleId="Tun">
    <w:name w:val="Tučné"/>
    <w:basedOn w:val="Normlny"/>
    <w:next w:val="Normlny"/>
    <w:rsid w:val="00B14F47"/>
    <w:rPr>
      <w:b/>
    </w:rPr>
  </w:style>
  <w:style w:type="paragraph" w:customStyle="1" w:styleId="Normlnyzelen">
    <w:name w:val="Normálny zelený"/>
    <w:basedOn w:val="Normlny"/>
    <w:rsid w:val="0082054C"/>
    <w:rPr>
      <w:color w:val="00B050"/>
    </w:rPr>
  </w:style>
  <w:style w:type="paragraph" w:styleId="truktradokumentu">
    <w:name w:val="Document Map"/>
    <w:basedOn w:val="Normlny"/>
    <w:semiHidden/>
    <w:rsid w:val="007735DB"/>
    <w:pPr>
      <w:shd w:val="clear" w:color="auto" w:fill="000080"/>
    </w:pPr>
    <w:rPr>
      <w:rFonts w:ascii="Tahoma" w:hAnsi="Tahoma" w:cs="Tahoma"/>
      <w:sz w:val="20"/>
    </w:rPr>
  </w:style>
  <w:style w:type="numbering" w:styleId="1ai">
    <w:name w:val="Outline List 1"/>
    <w:basedOn w:val="Bezzoznamu"/>
    <w:semiHidden/>
    <w:rsid w:val="009C2A36"/>
    <w:pPr>
      <w:numPr>
        <w:numId w:val="20"/>
      </w:numPr>
    </w:pPr>
  </w:style>
  <w:style w:type="paragraph" w:styleId="AdresaHTML">
    <w:name w:val="HTML Address"/>
    <w:basedOn w:val="Normlny"/>
    <w:semiHidden/>
    <w:rsid w:val="009C2A36"/>
    <w:rPr>
      <w:i/>
      <w:iCs/>
    </w:rPr>
  </w:style>
  <w:style w:type="paragraph" w:styleId="Adresanaoblke">
    <w:name w:val="envelope address"/>
    <w:basedOn w:val="Normlny"/>
    <w:semiHidden/>
    <w:rsid w:val="009C2A36"/>
    <w:pPr>
      <w:framePr w:w="7920" w:h="1980" w:hRule="exact" w:hSpace="141" w:wrap="auto" w:hAnchor="page" w:xAlign="center" w:yAlign="bottom"/>
      <w:ind w:left="2880"/>
    </w:pPr>
    <w:rPr>
      <w:rFonts w:cs="Arial"/>
      <w:szCs w:val="24"/>
    </w:rPr>
  </w:style>
  <w:style w:type="character" w:styleId="CitciaHTML">
    <w:name w:val="HTML Cite"/>
    <w:semiHidden/>
    <w:rsid w:val="009C2A36"/>
    <w:rPr>
      <w:i/>
      <w:iCs/>
    </w:rPr>
  </w:style>
  <w:style w:type="character" w:styleId="sloriadka">
    <w:name w:val="line number"/>
    <w:basedOn w:val="Predvolenpsmoodseku"/>
    <w:semiHidden/>
    <w:rsid w:val="009C2A36"/>
  </w:style>
  <w:style w:type="paragraph" w:styleId="slovanzoznam5">
    <w:name w:val="List Number 5"/>
    <w:basedOn w:val="Normlny"/>
    <w:semiHidden/>
    <w:rsid w:val="009C2A36"/>
    <w:pPr>
      <w:numPr>
        <w:numId w:val="11"/>
      </w:numPr>
    </w:pPr>
  </w:style>
  <w:style w:type="numbering" w:styleId="lnokalebosekcia">
    <w:name w:val="Outline List 3"/>
    <w:basedOn w:val="Bezzoznamu"/>
    <w:semiHidden/>
    <w:rsid w:val="009C2A36"/>
    <w:pPr>
      <w:numPr>
        <w:numId w:val="21"/>
      </w:numPr>
    </w:pPr>
  </w:style>
  <w:style w:type="paragraph" w:styleId="Dtum">
    <w:name w:val="Date"/>
    <w:basedOn w:val="Normlny"/>
    <w:next w:val="Normlny"/>
    <w:semiHidden/>
    <w:rsid w:val="009C2A36"/>
  </w:style>
  <w:style w:type="character" w:styleId="DefinciaHTML">
    <w:name w:val="HTML Definition"/>
    <w:semiHidden/>
    <w:rsid w:val="009C2A36"/>
    <w:rPr>
      <w:i/>
      <w:iCs/>
    </w:rPr>
  </w:style>
  <w:style w:type="table" w:styleId="Detailntabuka1">
    <w:name w:val="Table Subtle 1"/>
    <w:basedOn w:val="Normlnatabuka"/>
    <w:semiHidden/>
    <w:rsid w:val="009C2A36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semiHidden/>
    <w:rsid w:val="009C2A36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gantntabuka">
    <w:name w:val="Table Elegant"/>
    <w:basedOn w:val="Normlnatabuka"/>
    <w:semiHidden/>
    <w:rsid w:val="009C2A3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1">
    <w:name w:val="Table Colorful 1"/>
    <w:basedOn w:val="Normlnatabuka"/>
    <w:semiHidden/>
    <w:rsid w:val="009C2A3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semiHidden/>
    <w:rsid w:val="009C2A36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semiHidden/>
    <w:rsid w:val="009C2A36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ypertextovprepojenie">
    <w:name w:val="Hyperlink"/>
    <w:semiHidden/>
    <w:rsid w:val="009C2A36"/>
    <w:rPr>
      <w:color w:val="0000FF"/>
      <w:u w:val="single"/>
    </w:rPr>
  </w:style>
  <w:style w:type="table" w:styleId="Jednoduchtabuka1">
    <w:name w:val="Table Simple 1"/>
    <w:basedOn w:val="Normlnatabuka"/>
    <w:semiHidden/>
    <w:rsid w:val="009C2A36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ka2">
    <w:name w:val="Table Simple 2"/>
    <w:basedOn w:val="Normlnatabuka"/>
    <w:semiHidden/>
    <w:rsid w:val="009C2A3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ka3">
    <w:name w:val="Table Simple 3"/>
    <w:basedOn w:val="Normlnatabuka"/>
    <w:semiHidden/>
    <w:rsid w:val="009C2A3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ka1">
    <w:name w:val="Table Classic 1"/>
    <w:basedOn w:val="Normlnatabuka"/>
    <w:semiHidden/>
    <w:rsid w:val="009C2A3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semiHidden/>
    <w:rsid w:val="009C2A3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semiHidden/>
    <w:rsid w:val="009C2A36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semiHidden/>
    <w:rsid w:val="009C2A36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KlvesnicaHTML">
    <w:name w:val="HTML Keyboard"/>
    <w:semiHidden/>
    <w:rsid w:val="009C2A36"/>
    <w:rPr>
      <w:rFonts w:ascii="Courier New" w:hAnsi="Courier New" w:cs="Courier New"/>
      <w:sz w:val="20"/>
      <w:szCs w:val="20"/>
    </w:rPr>
  </w:style>
  <w:style w:type="character" w:styleId="KdHTML">
    <w:name w:val="HTML Code"/>
    <w:semiHidden/>
    <w:rsid w:val="009C2A36"/>
    <w:rPr>
      <w:rFonts w:ascii="Courier New" w:hAnsi="Courier New" w:cs="Courier New"/>
      <w:sz w:val="20"/>
      <w:szCs w:val="20"/>
    </w:rPr>
  </w:style>
  <w:style w:type="table" w:styleId="Moderntabuka">
    <w:name w:val="Table Contemporary"/>
    <w:basedOn w:val="Normlnatabuka"/>
    <w:semiHidden/>
    <w:rsid w:val="009C2A36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semiHidden/>
    <w:rsid w:val="009C2A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semiHidden/>
    <w:rsid w:val="009C2A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1">
    <w:name w:val="Table Grid 1"/>
    <w:basedOn w:val="Normlnatabuka"/>
    <w:semiHidden/>
    <w:rsid w:val="009C2A3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2">
    <w:name w:val="Table Grid 2"/>
    <w:basedOn w:val="Normlnatabuka"/>
    <w:semiHidden/>
    <w:rsid w:val="009C2A36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3">
    <w:name w:val="Table Grid 3"/>
    <w:basedOn w:val="Normlnatabuka"/>
    <w:semiHidden/>
    <w:rsid w:val="009C2A36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4">
    <w:name w:val="Table Grid 4"/>
    <w:basedOn w:val="Normlnatabuka"/>
    <w:semiHidden/>
    <w:rsid w:val="009C2A36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5">
    <w:name w:val="Table Grid 5"/>
    <w:basedOn w:val="Normlnatabuka"/>
    <w:semiHidden/>
    <w:rsid w:val="009C2A3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semiHidden/>
    <w:rsid w:val="009C2A3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semiHidden/>
    <w:rsid w:val="009C2A36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semiHidden/>
    <w:rsid w:val="009C2A36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dpispoznmky">
    <w:name w:val="Note Heading"/>
    <w:basedOn w:val="Normlny"/>
    <w:next w:val="Normlny"/>
    <w:semiHidden/>
    <w:rsid w:val="009C2A36"/>
  </w:style>
  <w:style w:type="paragraph" w:styleId="Normlnywebov">
    <w:name w:val="Normal (Web)"/>
    <w:basedOn w:val="Normlny"/>
    <w:semiHidden/>
    <w:rsid w:val="009C2A36"/>
    <w:rPr>
      <w:szCs w:val="24"/>
    </w:rPr>
  </w:style>
  <w:style w:type="paragraph" w:styleId="Obyajntext">
    <w:name w:val="Plain Text"/>
    <w:basedOn w:val="Normlny"/>
    <w:semiHidden/>
    <w:rsid w:val="009C2A36"/>
    <w:rPr>
      <w:rFonts w:ascii="Courier New" w:hAnsi="Courier New" w:cs="Courier New"/>
      <w:sz w:val="20"/>
    </w:rPr>
  </w:style>
  <w:style w:type="paragraph" w:styleId="Oslovenie">
    <w:name w:val="Salutation"/>
    <w:basedOn w:val="Normlny"/>
    <w:next w:val="Normlny"/>
    <w:semiHidden/>
    <w:rsid w:val="009C2A36"/>
  </w:style>
  <w:style w:type="paragraph" w:styleId="Oznaitext">
    <w:name w:val="Block Text"/>
    <w:basedOn w:val="Normlny"/>
    <w:semiHidden/>
    <w:rsid w:val="009C2A36"/>
    <w:pPr>
      <w:spacing w:after="120"/>
      <w:ind w:left="1440" w:right="1440"/>
    </w:pPr>
  </w:style>
  <w:style w:type="paragraph" w:styleId="Pta">
    <w:name w:val="footer"/>
    <w:basedOn w:val="Normlny"/>
    <w:semiHidden/>
    <w:rsid w:val="009C2A36"/>
    <w:pPr>
      <w:tabs>
        <w:tab w:val="center" w:pos="4536"/>
        <w:tab w:val="right" w:pos="9072"/>
      </w:tabs>
    </w:pPr>
  </w:style>
  <w:style w:type="character" w:styleId="PsacstrojHTML">
    <w:name w:val="HTML Typewriter"/>
    <w:semiHidden/>
    <w:rsid w:val="009C2A36"/>
    <w:rPr>
      <w:rFonts w:ascii="Courier New" w:hAnsi="Courier New" w:cs="Courier New"/>
      <w:sz w:val="20"/>
      <w:szCs w:val="20"/>
    </w:rPr>
  </w:style>
  <w:style w:type="paragraph" w:styleId="Podpis">
    <w:name w:val="Signature"/>
    <w:basedOn w:val="Normlny"/>
    <w:semiHidden/>
    <w:rsid w:val="009C2A36"/>
    <w:pPr>
      <w:ind w:left="4252"/>
    </w:pPr>
  </w:style>
  <w:style w:type="paragraph" w:styleId="Podpise-mailu">
    <w:name w:val="E-mail Signature"/>
    <w:basedOn w:val="Normlny"/>
    <w:semiHidden/>
    <w:rsid w:val="009C2A36"/>
  </w:style>
  <w:style w:type="paragraph" w:styleId="Podtitul">
    <w:name w:val="Subtitle"/>
    <w:basedOn w:val="Normlny"/>
    <w:qFormat/>
    <w:rsid w:val="009C2A36"/>
    <w:pPr>
      <w:spacing w:after="60"/>
      <w:jc w:val="center"/>
      <w:outlineLvl w:val="1"/>
    </w:pPr>
    <w:rPr>
      <w:rFonts w:cs="Arial"/>
      <w:szCs w:val="24"/>
    </w:rPr>
  </w:style>
  <w:style w:type="character" w:styleId="PouitHypertextovPrepojenie">
    <w:name w:val="FollowedHyperlink"/>
    <w:semiHidden/>
    <w:rsid w:val="009C2A36"/>
    <w:rPr>
      <w:color w:val="800080"/>
      <w:u w:val="single"/>
    </w:rPr>
  </w:style>
  <w:style w:type="paragraph" w:styleId="PredformtovanHTML">
    <w:name w:val="HTML Preformatted"/>
    <w:basedOn w:val="Normlny"/>
    <w:semiHidden/>
    <w:rsid w:val="009C2A36"/>
    <w:rPr>
      <w:rFonts w:ascii="Courier New" w:hAnsi="Courier New" w:cs="Courier New"/>
      <w:sz w:val="20"/>
    </w:rPr>
  </w:style>
  <w:style w:type="character" w:styleId="PremennHTML">
    <w:name w:val="HTML Variable"/>
    <w:semiHidden/>
    <w:rsid w:val="009C2A36"/>
    <w:rPr>
      <w:i/>
      <w:iCs/>
    </w:rPr>
  </w:style>
  <w:style w:type="table" w:styleId="Profesionlnatabuka">
    <w:name w:val="Table Professional"/>
    <w:basedOn w:val="Normlnatabuka"/>
    <w:semiHidden/>
    <w:rsid w:val="009C2A3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Zkladntext">
    <w:name w:val="Body Text"/>
    <w:basedOn w:val="Normlny"/>
    <w:semiHidden/>
    <w:rsid w:val="009C2A36"/>
    <w:pPr>
      <w:spacing w:after="120"/>
    </w:pPr>
  </w:style>
  <w:style w:type="paragraph" w:styleId="Prvzarkazkladnhotextu">
    <w:name w:val="Body Text First Indent"/>
    <w:basedOn w:val="Zkladntext"/>
    <w:semiHidden/>
    <w:rsid w:val="009C2A36"/>
    <w:pPr>
      <w:ind w:firstLine="210"/>
    </w:pPr>
  </w:style>
  <w:style w:type="paragraph" w:styleId="Zarkazkladnhotextu">
    <w:name w:val="Body Text Indent"/>
    <w:basedOn w:val="Normlny"/>
    <w:semiHidden/>
    <w:rsid w:val="009C2A36"/>
    <w:pPr>
      <w:spacing w:after="120"/>
      <w:ind w:left="283"/>
    </w:pPr>
  </w:style>
  <w:style w:type="paragraph" w:styleId="Prvzarkazkladnhotextu2">
    <w:name w:val="Body Text First Indent 2"/>
    <w:basedOn w:val="Zarkazkladnhotextu"/>
    <w:semiHidden/>
    <w:rsid w:val="009C2A36"/>
    <w:pPr>
      <w:ind w:firstLine="210"/>
    </w:pPr>
  </w:style>
  <w:style w:type="character" w:styleId="Vrazn">
    <w:name w:val="Strong"/>
    <w:qFormat/>
    <w:rsid w:val="00367770"/>
    <w:rPr>
      <w:rFonts w:ascii="Arial" w:hAnsi="Arial"/>
      <w:b/>
      <w:bCs/>
      <w:u w:val="single"/>
    </w:rPr>
  </w:style>
  <w:style w:type="character" w:styleId="SkratkaHTML">
    <w:name w:val="HTML Acronym"/>
    <w:basedOn w:val="Predvolenpsmoodseku"/>
    <w:semiHidden/>
    <w:rsid w:val="009C2A36"/>
  </w:style>
  <w:style w:type="paragraph" w:styleId="Spiatonadresanaoblke">
    <w:name w:val="envelope return"/>
    <w:basedOn w:val="Normlny"/>
    <w:semiHidden/>
    <w:rsid w:val="009C2A36"/>
    <w:rPr>
      <w:rFonts w:cs="Arial"/>
      <w:sz w:val="20"/>
    </w:rPr>
  </w:style>
  <w:style w:type="table" w:styleId="Stpcetabuky1">
    <w:name w:val="Table Columns 1"/>
    <w:basedOn w:val="Normlnatabuka"/>
    <w:semiHidden/>
    <w:rsid w:val="009C2A36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semiHidden/>
    <w:rsid w:val="009C2A36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semiHidden/>
    <w:rsid w:val="009C2A36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semiHidden/>
    <w:rsid w:val="009C2A36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semiHidden/>
    <w:rsid w:val="009C2A36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ukaakozoznam1">
    <w:name w:val="Table List 1"/>
    <w:basedOn w:val="Normlnatabuka"/>
    <w:semiHidden/>
    <w:rsid w:val="009C2A36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semiHidden/>
    <w:rsid w:val="009C2A36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3">
    <w:name w:val="Table List 3"/>
    <w:basedOn w:val="Normlnatabuka"/>
    <w:semiHidden/>
    <w:rsid w:val="009C2A36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4">
    <w:name w:val="Table List 4"/>
    <w:basedOn w:val="Normlnatabuka"/>
    <w:semiHidden/>
    <w:rsid w:val="009C2A3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kaakozoznam5">
    <w:name w:val="Table List 5"/>
    <w:basedOn w:val="Normlnatabuka"/>
    <w:semiHidden/>
    <w:rsid w:val="009C2A3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semiHidden/>
    <w:rsid w:val="009C2A3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semiHidden/>
    <w:rsid w:val="009C2A36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semiHidden/>
    <w:rsid w:val="009C2A3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ukaspriestorovmiefektmi1">
    <w:name w:val="Table 3D effects 1"/>
    <w:basedOn w:val="Normlnatabuka"/>
    <w:semiHidden/>
    <w:rsid w:val="009C2A36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semiHidden/>
    <w:rsid w:val="009C2A36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semiHidden/>
    <w:rsid w:val="009C2A3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kkaHTML">
    <w:name w:val="HTML Sample"/>
    <w:semiHidden/>
    <w:rsid w:val="009C2A36"/>
    <w:rPr>
      <w:rFonts w:ascii="Courier New" w:hAnsi="Courier New" w:cs="Courier New"/>
    </w:rPr>
  </w:style>
  <w:style w:type="table" w:styleId="Webovtabuka1">
    <w:name w:val="Table Web 1"/>
    <w:basedOn w:val="Normlnatabuka"/>
    <w:semiHidden/>
    <w:rsid w:val="009C2A36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semiHidden/>
    <w:rsid w:val="009C2A3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semiHidden/>
    <w:rsid w:val="009C2A3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kladntext2">
    <w:name w:val="Body Text 2"/>
    <w:basedOn w:val="Normlny"/>
    <w:semiHidden/>
    <w:rsid w:val="009C2A36"/>
    <w:pPr>
      <w:spacing w:after="120" w:line="480" w:lineRule="auto"/>
    </w:pPr>
  </w:style>
  <w:style w:type="paragraph" w:styleId="Zkladntext3">
    <w:name w:val="Body Text 3"/>
    <w:basedOn w:val="Normlny"/>
    <w:semiHidden/>
    <w:rsid w:val="009C2A36"/>
    <w:pPr>
      <w:spacing w:after="120"/>
    </w:pPr>
    <w:rPr>
      <w:sz w:val="16"/>
      <w:szCs w:val="16"/>
    </w:rPr>
  </w:style>
  <w:style w:type="paragraph" w:styleId="Zarkazkladnhotextu2">
    <w:name w:val="Body Text Indent 2"/>
    <w:basedOn w:val="Normlny"/>
    <w:semiHidden/>
    <w:rsid w:val="009C2A36"/>
    <w:pPr>
      <w:spacing w:after="120" w:line="480" w:lineRule="auto"/>
      <w:ind w:left="283"/>
    </w:pPr>
  </w:style>
  <w:style w:type="paragraph" w:styleId="Zarkazkladnhotextu3">
    <w:name w:val="Body Text Indent 3"/>
    <w:basedOn w:val="Normlny"/>
    <w:semiHidden/>
    <w:rsid w:val="009C2A36"/>
    <w:pPr>
      <w:spacing w:after="120"/>
      <w:ind w:left="283"/>
    </w:pPr>
    <w:rPr>
      <w:sz w:val="16"/>
      <w:szCs w:val="16"/>
    </w:rPr>
  </w:style>
  <w:style w:type="paragraph" w:styleId="Zver">
    <w:name w:val="Closing"/>
    <w:basedOn w:val="Normlny"/>
    <w:semiHidden/>
    <w:rsid w:val="009C2A36"/>
    <w:pPr>
      <w:ind w:left="4252"/>
    </w:pPr>
  </w:style>
  <w:style w:type="paragraph" w:styleId="Zoznam">
    <w:name w:val="List"/>
    <w:basedOn w:val="Normlny"/>
    <w:semiHidden/>
    <w:rsid w:val="009C2A36"/>
    <w:pPr>
      <w:ind w:left="283" w:hanging="283"/>
    </w:pPr>
  </w:style>
  <w:style w:type="paragraph" w:styleId="Zoznam2">
    <w:name w:val="List 2"/>
    <w:basedOn w:val="Normlny"/>
    <w:semiHidden/>
    <w:rsid w:val="009C2A36"/>
    <w:pPr>
      <w:ind w:left="566" w:hanging="283"/>
    </w:pPr>
  </w:style>
  <w:style w:type="paragraph" w:styleId="Zoznam3">
    <w:name w:val="List 3"/>
    <w:basedOn w:val="Normlny"/>
    <w:semiHidden/>
    <w:rsid w:val="009C2A36"/>
    <w:pPr>
      <w:ind w:left="849" w:hanging="283"/>
    </w:pPr>
  </w:style>
  <w:style w:type="paragraph" w:styleId="Zoznam4">
    <w:name w:val="List 4"/>
    <w:basedOn w:val="Normlny"/>
    <w:semiHidden/>
    <w:rsid w:val="009C2A36"/>
    <w:pPr>
      <w:ind w:left="1132" w:hanging="283"/>
    </w:pPr>
  </w:style>
  <w:style w:type="paragraph" w:styleId="Zoznam5">
    <w:name w:val="List 5"/>
    <w:basedOn w:val="Normlny"/>
    <w:semiHidden/>
    <w:rsid w:val="009C2A36"/>
    <w:pPr>
      <w:ind w:left="1415" w:hanging="283"/>
    </w:pPr>
  </w:style>
  <w:style w:type="paragraph" w:styleId="Zoznamsodrkami5">
    <w:name w:val="List Bullet 5"/>
    <w:basedOn w:val="Normlny"/>
    <w:semiHidden/>
    <w:rsid w:val="009C2A36"/>
    <w:pPr>
      <w:numPr>
        <w:numId w:val="16"/>
      </w:numPr>
    </w:pPr>
  </w:style>
  <w:style w:type="character" w:styleId="Zvraznenie">
    <w:name w:val="Emphasis"/>
    <w:qFormat/>
    <w:rsid w:val="009C2A36"/>
    <w:rPr>
      <w:i/>
      <w:iCs/>
    </w:rPr>
  </w:style>
  <w:style w:type="paragraph" w:customStyle="1" w:styleId="Nzov4">
    <w:name w:val="Názov 4"/>
    <w:basedOn w:val="Nzov"/>
    <w:next w:val="Normlny"/>
    <w:rsid w:val="00934521"/>
    <w:rPr>
      <w:sz w:val="24"/>
    </w:rPr>
  </w:style>
  <w:style w:type="paragraph" w:customStyle="1" w:styleId="Nzov3">
    <w:name w:val="Názov 3"/>
    <w:basedOn w:val="Nzov"/>
    <w:next w:val="Normlny"/>
    <w:rsid w:val="00934521"/>
    <w:rPr>
      <w:bCs/>
      <w:u w:val="single"/>
    </w:rPr>
  </w:style>
  <w:style w:type="paragraph" w:customStyle="1" w:styleId="NZOV2">
    <w:name w:val="NÁZOV 2"/>
    <w:basedOn w:val="Nzov"/>
    <w:next w:val="Normlny"/>
    <w:rsid w:val="00EE684C"/>
    <w:rPr>
      <w:b w:val="0"/>
    </w:rPr>
  </w:style>
  <w:style w:type="paragraph" w:styleId="slovanzoznam4">
    <w:name w:val="List Number 4"/>
    <w:basedOn w:val="Normlny"/>
    <w:rsid w:val="006464DA"/>
    <w:pPr>
      <w:numPr>
        <w:numId w:val="10"/>
      </w:numPr>
    </w:pPr>
  </w:style>
  <w:style w:type="paragraph" w:styleId="slovanzoznam3">
    <w:name w:val="List Number 3"/>
    <w:basedOn w:val="Normlny"/>
    <w:rsid w:val="006464DA"/>
    <w:pPr>
      <w:numPr>
        <w:numId w:val="9"/>
      </w:numPr>
    </w:pPr>
  </w:style>
  <w:style w:type="paragraph" w:styleId="Pokraovaniezoznamu5">
    <w:name w:val="List Continue 5"/>
    <w:basedOn w:val="Normlny"/>
    <w:semiHidden/>
    <w:rsid w:val="00AA7D3E"/>
    <w:pPr>
      <w:spacing w:after="120"/>
      <w:ind w:left="1415"/>
    </w:pPr>
  </w:style>
  <w:style w:type="paragraph" w:styleId="Pokraovaniezoznamu2">
    <w:name w:val="List Continue 2"/>
    <w:basedOn w:val="Normlny"/>
    <w:semiHidden/>
    <w:rsid w:val="008F0A5B"/>
    <w:pPr>
      <w:spacing w:after="120"/>
      <w:ind w:left="566"/>
    </w:pPr>
  </w:style>
  <w:style w:type="paragraph" w:styleId="slovanzoznam">
    <w:name w:val="List Number"/>
    <w:basedOn w:val="Normlny"/>
    <w:rsid w:val="006464DA"/>
    <w:pPr>
      <w:numPr>
        <w:numId w:val="7"/>
      </w:numPr>
    </w:pPr>
  </w:style>
  <w:style w:type="paragraph" w:styleId="Pokraovaniezoznamu4">
    <w:name w:val="List Continue 4"/>
    <w:basedOn w:val="Normlny"/>
    <w:semiHidden/>
    <w:rsid w:val="008F0A5B"/>
    <w:pPr>
      <w:spacing w:after="120"/>
      <w:ind w:left="1132"/>
    </w:pPr>
  </w:style>
  <w:style w:type="paragraph" w:styleId="Pokraovaniezoznamu">
    <w:name w:val="List Continue"/>
    <w:basedOn w:val="Normlny"/>
    <w:semiHidden/>
    <w:rsid w:val="00AA7D3E"/>
    <w:pPr>
      <w:spacing w:after="120"/>
      <w:ind w:left="283"/>
    </w:pPr>
  </w:style>
  <w:style w:type="paragraph" w:customStyle="1" w:styleId="NZOV5">
    <w:name w:val="NÁZOV 5"/>
    <w:basedOn w:val="Nzov4"/>
    <w:next w:val="Normlny"/>
    <w:rsid w:val="00934521"/>
    <w:rPr>
      <w:b w:val="0"/>
      <w:u w:val="single"/>
    </w:rPr>
  </w:style>
  <w:style w:type="paragraph" w:styleId="Zoznamsodrkami">
    <w:name w:val="List Bullet"/>
    <w:basedOn w:val="Normlny"/>
    <w:rsid w:val="00366313"/>
    <w:pPr>
      <w:numPr>
        <w:numId w:val="12"/>
      </w:numPr>
    </w:pPr>
  </w:style>
  <w:style w:type="paragraph" w:styleId="Zoznamsodrkami3">
    <w:name w:val="List Bullet 3"/>
    <w:basedOn w:val="Normlny"/>
    <w:rsid w:val="00630DA7"/>
    <w:pPr>
      <w:numPr>
        <w:numId w:val="14"/>
      </w:numPr>
      <w:ind w:left="924" w:hanging="357"/>
    </w:pPr>
  </w:style>
  <w:style w:type="paragraph" w:styleId="Zoznamsodrkami4">
    <w:name w:val="List Bullet 4"/>
    <w:basedOn w:val="Normlny"/>
    <w:rsid w:val="00A63777"/>
    <w:pPr>
      <w:numPr>
        <w:numId w:val="15"/>
      </w:numPr>
    </w:pPr>
  </w:style>
  <w:style w:type="paragraph" w:styleId="Pokraovaniezoznamu3">
    <w:name w:val="List Continue 3"/>
    <w:basedOn w:val="Normlny"/>
    <w:semiHidden/>
    <w:rsid w:val="00AA7D3E"/>
    <w:pPr>
      <w:spacing w:after="120"/>
      <w:ind w:left="849"/>
    </w:pPr>
  </w:style>
  <w:style w:type="paragraph" w:customStyle="1" w:styleId="Normlnypodiark">
    <w:name w:val="Normálny podčiark."/>
    <w:basedOn w:val="Normlny"/>
    <w:next w:val="Normlny"/>
    <w:rsid w:val="00B14F47"/>
    <w:rPr>
      <w:u w:val="single"/>
    </w:rPr>
  </w:style>
  <w:style w:type="paragraph" w:styleId="Odsekzoznamu">
    <w:name w:val="List Paragraph"/>
    <w:basedOn w:val="Normlny"/>
    <w:uiPriority w:val="34"/>
    <w:qFormat/>
    <w:rsid w:val="00DC14ED"/>
    <w:pPr>
      <w:ind w:left="708"/>
    </w:pPr>
  </w:style>
  <w:style w:type="paragraph" w:customStyle="1" w:styleId="Normlnyerven">
    <w:name w:val="Normálny_červený"/>
    <w:basedOn w:val="Normlny"/>
    <w:qFormat/>
    <w:rsid w:val="0082054C"/>
    <w:rPr>
      <w:strike/>
      <w:color w:val="FF0000"/>
    </w:rPr>
  </w:style>
  <w:style w:type="character" w:styleId="Nevyrieenzmienka">
    <w:name w:val="Unresolved Mention"/>
    <w:uiPriority w:val="99"/>
    <w:semiHidden/>
    <w:unhideWhenUsed/>
    <w:rsid w:val="00384C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py.banskabystrica.sk/mapa/uzemny-plan-2020/?c=-416818.4%3A-1228404.55&amp;z=5&amp;lb=up2007a&amp;ly=pc%2C77reg&amp;lbo=1&amp;lyo=" TargetMode="External"/><Relationship Id="rId13" Type="http://schemas.openxmlformats.org/officeDocument/2006/relationships/hyperlink" Target="https://cdn.banskabystrica.sk/2021/02/Vyhodnotenie-dotazn%C3%ADka-na-zlep%C5%A1enie-lokality-N%C3%A1mestia-slobody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anskabystrica.sk/uzemne-planovanie/kategorie-uzemnych-planov/uzemny-plan-mesta-banska-bystrica/" TargetMode="External"/><Relationship Id="rId12" Type="http://schemas.openxmlformats.org/officeDocument/2006/relationships/hyperlink" Target="http://mapy.tuzvo.sk/hofm/default.asp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stobb.maps.arcgis.com/apps/webappviewer3d/index.html?id=92069c4ffb97471abcf561c332eeb68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youtube.com/watch?v=CJJFsEAB5EM&amp;t=2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anskabystrica.sk/zivot-v-meste/3d-model-mesta-banska-bystrica/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ladimir.letovanec\OneDrive%20-%20Mesto%20Bansk&#225;%20Bystrica\05_R&#244;zne\OPA\14_&#352;abl&#243;ny\01_Texty\04_&#352;ablona_Calibri_11_dok_&#269;ist&#253;.dotx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04_Šablona_Calibri_11_dok_čistý</Template>
  <TotalTime>120</TotalTime>
  <Pages>1</Pages>
  <Words>121</Words>
  <Characters>2356</Characters>
  <Application>Microsoft Office Word</Application>
  <DocSecurity>0</DocSecurity>
  <Lines>19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ZMLUVA O DIELO</vt:lpstr>
    </vt:vector>
  </TitlesOfParts>
  <Company>FUTURE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Bindzárová Alena Ing. arch. PhD.</cp:lastModifiedBy>
  <cp:revision>16</cp:revision>
  <cp:lastPrinted>2000-02-18T17:30:00Z</cp:lastPrinted>
  <dcterms:created xsi:type="dcterms:W3CDTF">2022-03-01T13:36:00Z</dcterms:created>
  <dcterms:modified xsi:type="dcterms:W3CDTF">2023-02-20T14:36:00Z</dcterms:modified>
</cp:coreProperties>
</file>